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49F00" w14:textId="3436FA89" w:rsidR="00E10753" w:rsidRDefault="00E10753" w:rsidP="00CF062F">
      <w:pPr>
        <w:jc w:val="center"/>
        <w:rPr>
          <w:b/>
          <w:bCs/>
          <w:spacing w:val="16"/>
          <w:sz w:val="28"/>
          <w:szCs w:val="28"/>
          <w:lang w:eastAsia="ar-SA"/>
        </w:rPr>
      </w:pPr>
      <w:bookmarkStart w:id="0" w:name="_Hlk85550896"/>
    </w:p>
    <w:p w14:paraId="3C363542" w14:textId="7DB1021B" w:rsidR="00E10753" w:rsidRDefault="00E10753" w:rsidP="00CF062F">
      <w:pPr>
        <w:jc w:val="center"/>
        <w:rPr>
          <w:b/>
          <w:bCs/>
          <w:spacing w:val="16"/>
          <w:sz w:val="28"/>
          <w:szCs w:val="28"/>
          <w:lang w:eastAsia="ar-SA"/>
        </w:rPr>
      </w:pPr>
    </w:p>
    <w:p w14:paraId="0AAAB72E" w14:textId="52420C71" w:rsidR="00E10753" w:rsidRDefault="00E10753" w:rsidP="00CF062F">
      <w:pPr>
        <w:jc w:val="center"/>
        <w:rPr>
          <w:b/>
          <w:bCs/>
          <w:spacing w:val="16"/>
          <w:sz w:val="28"/>
          <w:szCs w:val="28"/>
          <w:lang w:eastAsia="ar-SA"/>
        </w:rPr>
      </w:pPr>
    </w:p>
    <w:p w14:paraId="75D0D2E3" w14:textId="41DAEB93" w:rsidR="00E10753" w:rsidRDefault="00E10753" w:rsidP="003F0163">
      <w:pPr>
        <w:rPr>
          <w:b/>
          <w:bCs/>
          <w:spacing w:val="16"/>
          <w:sz w:val="28"/>
          <w:szCs w:val="28"/>
          <w:lang w:eastAsia="ar-SA"/>
        </w:rPr>
      </w:pPr>
    </w:p>
    <w:p w14:paraId="068C3575" w14:textId="4BEB6ED1" w:rsidR="003F0163" w:rsidRDefault="003F0163" w:rsidP="003F0163">
      <w:pPr>
        <w:rPr>
          <w:b/>
          <w:bCs/>
          <w:spacing w:val="16"/>
          <w:sz w:val="28"/>
          <w:szCs w:val="28"/>
          <w:lang w:eastAsia="ar-SA"/>
        </w:rPr>
      </w:pPr>
    </w:p>
    <w:p w14:paraId="5041980F" w14:textId="77777777" w:rsidR="003F0163" w:rsidRDefault="003F0163" w:rsidP="003F0163">
      <w:pPr>
        <w:rPr>
          <w:b/>
          <w:bCs/>
          <w:spacing w:val="16"/>
          <w:sz w:val="28"/>
          <w:szCs w:val="28"/>
          <w:lang w:eastAsia="ar-SA"/>
        </w:rPr>
      </w:pPr>
    </w:p>
    <w:p w14:paraId="4CAA0C48" w14:textId="77777777" w:rsidR="00E10753" w:rsidRDefault="00E10753" w:rsidP="00CF062F">
      <w:pPr>
        <w:jc w:val="center"/>
        <w:rPr>
          <w:b/>
          <w:sz w:val="28"/>
        </w:rPr>
      </w:pPr>
    </w:p>
    <w:p w14:paraId="7C6A7AD1" w14:textId="2F091A7A" w:rsidR="00E10753" w:rsidRDefault="00E10753" w:rsidP="00E63C99">
      <w:pPr>
        <w:rPr>
          <w:b/>
          <w:sz w:val="28"/>
        </w:rPr>
      </w:pPr>
    </w:p>
    <w:p w14:paraId="0B498B9F" w14:textId="1C2C714A" w:rsidR="00E10753" w:rsidRDefault="00E10753" w:rsidP="00E63C99">
      <w:pPr>
        <w:rPr>
          <w:b/>
          <w:sz w:val="28"/>
        </w:rPr>
      </w:pPr>
    </w:p>
    <w:p w14:paraId="7002DB1A" w14:textId="77777777" w:rsidR="00E10753" w:rsidRPr="00C47992" w:rsidRDefault="00E10753" w:rsidP="00CF062F">
      <w:pPr>
        <w:jc w:val="center"/>
        <w:rPr>
          <w:b/>
          <w:sz w:val="28"/>
        </w:rPr>
      </w:pPr>
    </w:p>
    <w:bookmarkEnd w:id="0"/>
    <w:p w14:paraId="0F93577E" w14:textId="490AF0E4" w:rsidR="00BA0795" w:rsidRDefault="00A90E14" w:rsidP="00BA0795">
      <w:pPr>
        <w:jc w:val="center"/>
        <w:rPr>
          <w:b/>
          <w:sz w:val="28"/>
          <w:szCs w:val="28"/>
        </w:rPr>
      </w:pPr>
      <w:r w:rsidRPr="00D73D47">
        <w:rPr>
          <w:b/>
          <w:sz w:val="28"/>
          <w:szCs w:val="28"/>
        </w:rPr>
        <w:t xml:space="preserve"> </w:t>
      </w:r>
      <w:bookmarkStart w:id="1" w:name="_Hlk85525266"/>
      <w:r w:rsidRPr="00992A10">
        <w:rPr>
          <w:b/>
          <w:sz w:val="28"/>
          <w:szCs w:val="28"/>
        </w:rPr>
        <w:t>Об утверждении</w:t>
      </w:r>
      <w:r w:rsidR="00BA07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992A10">
        <w:rPr>
          <w:b/>
          <w:sz w:val="28"/>
          <w:szCs w:val="28"/>
        </w:rPr>
        <w:t>униципальной</w:t>
      </w:r>
      <w:r>
        <w:rPr>
          <w:b/>
          <w:sz w:val="28"/>
          <w:szCs w:val="28"/>
        </w:rPr>
        <w:t xml:space="preserve"> </w:t>
      </w:r>
      <w:r w:rsidRPr="00992A10">
        <w:rPr>
          <w:b/>
          <w:sz w:val="28"/>
          <w:szCs w:val="28"/>
        </w:rPr>
        <w:t xml:space="preserve">программы </w:t>
      </w:r>
    </w:p>
    <w:p w14:paraId="121EC756" w14:textId="77777777" w:rsidR="00BA0795" w:rsidRDefault="00A90E14" w:rsidP="00BA0795">
      <w:pPr>
        <w:jc w:val="center"/>
        <w:rPr>
          <w:b/>
          <w:sz w:val="28"/>
          <w:szCs w:val="28"/>
        </w:rPr>
      </w:pPr>
      <w:r w:rsidRPr="00992A10">
        <w:rPr>
          <w:b/>
          <w:bCs/>
          <w:sz w:val="28"/>
          <w:szCs w:val="28"/>
        </w:rPr>
        <w:t>«</w:t>
      </w:r>
      <w:r w:rsidRPr="00992A10">
        <w:rPr>
          <w:b/>
          <w:sz w:val="28"/>
          <w:szCs w:val="28"/>
        </w:rPr>
        <w:t>Развитие</w:t>
      </w:r>
      <w:r>
        <w:rPr>
          <w:b/>
          <w:sz w:val="28"/>
          <w:szCs w:val="28"/>
        </w:rPr>
        <w:t xml:space="preserve"> </w:t>
      </w:r>
      <w:r w:rsidR="003F0163">
        <w:rPr>
          <w:b/>
          <w:sz w:val="28"/>
          <w:szCs w:val="28"/>
        </w:rPr>
        <w:t>жилищно-коммунального хозяйства</w:t>
      </w:r>
    </w:p>
    <w:p w14:paraId="794FF4DF" w14:textId="2761D381" w:rsidR="00A90E14" w:rsidRDefault="00A90E14" w:rsidP="00BA07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92A10">
        <w:rPr>
          <w:b/>
          <w:sz w:val="28"/>
          <w:szCs w:val="28"/>
        </w:rPr>
        <w:t>Скобелевско</w:t>
      </w:r>
      <w:r w:rsidR="003F0163">
        <w:rPr>
          <w:b/>
          <w:sz w:val="28"/>
          <w:szCs w:val="28"/>
        </w:rPr>
        <w:t xml:space="preserve">го </w:t>
      </w:r>
      <w:r w:rsidRPr="00992A10">
        <w:rPr>
          <w:b/>
          <w:sz w:val="28"/>
          <w:szCs w:val="28"/>
        </w:rPr>
        <w:t>сельск</w:t>
      </w:r>
      <w:r w:rsidR="003F0163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</w:t>
      </w:r>
      <w:r w:rsidRPr="00992A10">
        <w:rPr>
          <w:b/>
          <w:sz w:val="28"/>
          <w:szCs w:val="28"/>
        </w:rPr>
        <w:t>поселени</w:t>
      </w:r>
      <w:r w:rsidR="003F0163">
        <w:rPr>
          <w:b/>
          <w:sz w:val="28"/>
          <w:szCs w:val="28"/>
        </w:rPr>
        <w:t>я</w:t>
      </w:r>
      <w:r w:rsidR="00BA0795">
        <w:rPr>
          <w:b/>
          <w:sz w:val="28"/>
          <w:szCs w:val="28"/>
        </w:rPr>
        <w:t xml:space="preserve"> </w:t>
      </w:r>
      <w:r w:rsidRPr="00992A10">
        <w:rPr>
          <w:b/>
          <w:sz w:val="28"/>
          <w:szCs w:val="28"/>
        </w:rPr>
        <w:t>Гулькевичского района</w:t>
      </w:r>
      <w:r w:rsidRPr="00992A10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bookmarkEnd w:id="1"/>
    </w:p>
    <w:p w14:paraId="287127BF" w14:textId="77777777" w:rsidR="00E10753" w:rsidRDefault="00E10753" w:rsidP="00A90E14">
      <w:pPr>
        <w:jc w:val="center"/>
        <w:rPr>
          <w:b/>
          <w:sz w:val="28"/>
          <w:szCs w:val="28"/>
        </w:rPr>
      </w:pPr>
    </w:p>
    <w:p w14:paraId="351194E1" w14:textId="77777777" w:rsidR="00BA0795" w:rsidRPr="00992A10" w:rsidRDefault="00BA0795" w:rsidP="00A90E14">
      <w:pPr>
        <w:jc w:val="center"/>
        <w:rPr>
          <w:b/>
          <w:sz w:val="28"/>
          <w:szCs w:val="28"/>
        </w:rPr>
      </w:pPr>
    </w:p>
    <w:p w14:paraId="5CE349ED" w14:textId="77777777" w:rsidR="00BA0795" w:rsidRPr="00471E4A" w:rsidRDefault="00BA0795" w:rsidP="00BA0795">
      <w:pPr>
        <w:ind w:firstLine="709"/>
        <w:jc w:val="both"/>
        <w:rPr>
          <w:sz w:val="28"/>
          <w:szCs w:val="28"/>
        </w:rPr>
      </w:pPr>
      <w:r w:rsidRPr="00EA30FB">
        <w:rPr>
          <w:bCs/>
          <w:sz w:val="28"/>
          <w:szCs w:val="28"/>
        </w:rPr>
        <w:t>В соответствии с Федеральным законом от 7 мая 2013 г</w:t>
      </w:r>
      <w:r>
        <w:rPr>
          <w:bCs/>
          <w:sz w:val="28"/>
          <w:szCs w:val="28"/>
        </w:rPr>
        <w:t>.</w:t>
      </w:r>
      <w:r w:rsidRPr="00EA30FB">
        <w:rPr>
          <w:bCs/>
          <w:sz w:val="28"/>
          <w:szCs w:val="28"/>
        </w:rPr>
        <w:t xml:space="preserve"> № 104-ФЗ  </w:t>
      </w:r>
      <w:r>
        <w:rPr>
          <w:bCs/>
          <w:sz w:val="28"/>
          <w:szCs w:val="28"/>
        </w:rPr>
        <w:t xml:space="preserve">                     </w:t>
      </w:r>
      <w:r w:rsidRPr="00EA30FB">
        <w:rPr>
          <w:bCs/>
          <w:sz w:val="28"/>
          <w:szCs w:val="28"/>
        </w:rPr>
        <w:t xml:space="preserve">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а также постановлением администрации </w:t>
      </w:r>
      <w:r>
        <w:rPr>
          <w:sz w:val="28"/>
          <w:szCs w:val="28"/>
        </w:rPr>
        <w:t>Скобелевского сельского поселения</w:t>
      </w:r>
      <w:r w:rsidRPr="00EA30FB">
        <w:rPr>
          <w:sz w:val="28"/>
          <w:szCs w:val="28"/>
        </w:rPr>
        <w:t xml:space="preserve"> Гулькевичского района от </w:t>
      </w:r>
      <w:r>
        <w:rPr>
          <w:sz w:val="28"/>
          <w:szCs w:val="28"/>
        </w:rPr>
        <w:t>28 октября</w:t>
      </w:r>
      <w:r w:rsidRPr="00EA30F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EA30FB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EA30FB">
        <w:rPr>
          <w:sz w:val="28"/>
          <w:szCs w:val="28"/>
        </w:rPr>
        <w:t xml:space="preserve"> № </w:t>
      </w:r>
      <w:r>
        <w:rPr>
          <w:sz w:val="28"/>
          <w:szCs w:val="28"/>
        </w:rPr>
        <w:t>62</w:t>
      </w:r>
      <w:r w:rsidRPr="00EA30FB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</w:t>
      </w:r>
      <w:r w:rsidRPr="006E07EF">
        <w:rPr>
          <w:sz w:val="28"/>
          <w:szCs w:val="28"/>
        </w:rPr>
        <w:t xml:space="preserve">муниципальных программ </w:t>
      </w:r>
      <w:r>
        <w:rPr>
          <w:sz w:val="28"/>
          <w:szCs w:val="28"/>
        </w:rPr>
        <w:t>Скобелевского сельского поселения Г</w:t>
      </w:r>
      <w:r w:rsidRPr="006E07EF">
        <w:rPr>
          <w:sz w:val="28"/>
          <w:szCs w:val="28"/>
        </w:rPr>
        <w:t>улькевичского</w:t>
      </w:r>
      <w:r>
        <w:rPr>
          <w:sz w:val="28"/>
          <w:szCs w:val="28"/>
        </w:rPr>
        <w:t xml:space="preserve"> </w:t>
      </w:r>
      <w:r w:rsidRPr="006E07EF">
        <w:rPr>
          <w:sz w:val="28"/>
          <w:szCs w:val="28"/>
        </w:rPr>
        <w:t>района</w:t>
      </w:r>
      <w:r w:rsidRPr="00471E4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471E4A">
        <w:rPr>
          <w:sz w:val="28"/>
          <w:szCs w:val="28"/>
        </w:rPr>
        <w:t>ю:</w:t>
      </w:r>
    </w:p>
    <w:p w14:paraId="1CB07874" w14:textId="0CFBC579" w:rsidR="004F23A7" w:rsidRDefault="004C4B2C" w:rsidP="002476A9">
      <w:pPr>
        <w:ind w:firstLine="709"/>
        <w:jc w:val="both"/>
        <w:rPr>
          <w:sz w:val="28"/>
          <w:szCs w:val="28"/>
        </w:rPr>
      </w:pPr>
      <w:r w:rsidRPr="00EA30FB">
        <w:rPr>
          <w:sz w:val="28"/>
          <w:szCs w:val="28"/>
        </w:rPr>
        <w:t>1.</w:t>
      </w:r>
      <w:r w:rsidR="00BA0795">
        <w:rPr>
          <w:sz w:val="28"/>
          <w:szCs w:val="28"/>
        </w:rPr>
        <w:t xml:space="preserve">Утвердить </w:t>
      </w:r>
      <w:r w:rsidR="004F23A7" w:rsidRPr="004F23A7">
        <w:rPr>
          <w:sz w:val="28"/>
          <w:szCs w:val="28"/>
        </w:rPr>
        <w:t>муниципальн</w:t>
      </w:r>
      <w:r w:rsidR="00BA0795">
        <w:rPr>
          <w:sz w:val="28"/>
          <w:szCs w:val="28"/>
        </w:rPr>
        <w:t>ую</w:t>
      </w:r>
      <w:r w:rsidR="004F23A7" w:rsidRPr="004F23A7">
        <w:rPr>
          <w:sz w:val="28"/>
          <w:szCs w:val="28"/>
        </w:rPr>
        <w:t xml:space="preserve"> программ</w:t>
      </w:r>
      <w:r w:rsidR="00BA0795">
        <w:rPr>
          <w:sz w:val="28"/>
          <w:szCs w:val="28"/>
        </w:rPr>
        <w:t>у</w:t>
      </w:r>
      <w:r w:rsidR="002476A9">
        <w:rPr>
          <w:sz w:val="28"/>
          <w:szCs w:val="28"/>
        </w:rPr>
        <w:t xml:space="preserve"> </w:t>
      </w:r>
      <w:r w:rsidR="00A90E14">
        <w:rPr>
          <w:sz w:val="28"/>
          <w:szCs w:val="28"/>
        </w:rPr>
        <w:t xml:space="preserve">«Развитие </w:t>
      </w:r>
      <w:r w:rsidR="003F0163">
        <w:rPr>
          <w:sz w:val="28"/>
          <w:szCs w:val="28"/>
        </w:rPr>
        <w:t>жилищно-коммунального хозяйства</w:t>
      </w:r>
      <w:r w:rsidR="002476A9" w:rsidRPr="008575B5">
        <w:rPr>
          <w:sz w:val="28"/>
          <w:szCs w:val="28"/>
        </w:rPr>
        <w:t xml:space="preserve"> Ск</w:t>
      </w:r>
      <w:r w:rsidR="002476A9" w:rsidRPr="002476A9">
        <w:rPr>
          <w:sz w:val="28"/>
          <w:szCs w:val="28"/>
        </w:rPr>
        <w:t>обелевско</w:t>
      </w:r>
      <w:r w:rsidR="003F0163">
        <w:rPr>
          <w:sz w:val="28"/>
          <w:szCs w:val="28"/>
        </w:rPr>
        <w:t>го</w:t>
      </w:r>
      <w:r w:rsidR="002476A9" w:rsidRPr="002476A9">
        <w:rPr>
          <w:sz w:val="28"/>
          <w:szCs w:val="28"/>
        </w:rPr>
        <w:t xml:space="preserve"> сельско</w:t>
      </w:r>
      <w:r w:rsidR="003F0163">
        <w:rPr>
          <w:sz w:val="28"/>
          <w:szCs w:val="28"/>
        </w:rPr>
        <w:t>го</w:t>
      </w:r>
      <w:r w:rsidR="002476A9" w:rsidRPr="002476A9">
        <w:rPr>
          <w:sz w:val="28"/>
          <w:szCs w:val="28"/>
        </w:rPr>
        <w:t xml:space="preserve"> поселени</w:t>
      </w:r>
      <w:r w:rsidR="003F0163">
        <w:rPr>
          <w:sz w:val="28"/>
          <w:szCs w:val="28"/>
        </w:rPr>
        <w:t>я</w:t>
      </w:r>
      <w:r w:rsidR="002476A9" w:rsidRPr="002476A9">
        <w:rPr>
          <w:sz w:val="28"/>
          <w:szCs w:val="28"/>
        </w:rPr>
        <w:t xml:space="preserve"> Гулькевичского района</w:t>
      </w:r>
      <w:r w:rsidR="003F0163">
        <w:rPr>
          <w:sz w:val="28"/>
          <w:szCs w:val="28"/>
        </w:rPr>
        <w:t xml:space="preserve">» </w:t>
      </w:r>
      <w:r w:rsidR="00BA0795">
        <w:rPr>
          <w:sz w:val="28"/>
          <w:szCs w:val="28"/>
        </w:rPr>
        <w:t>на 2025-202</w:t>
      </w:r>
      <w:r w:rsidR="003775AF">
        <w:rPr>
          <w:sz w:val="28"/>
          <w:szCs w:val="28"/>
        </w:rPr>
        <w:t>8</w:t>
      </w:r>
      <w:r w:rsidR="00BA0795">
        <w:rPr>
          <w:sz w:val="28"/>
          <w:szCs w:val="28"/>
        </w:rPr>
        <w:t xml:space="preserve"> годы</w:t>
      </w:r>
      <w:r w:rsidR="001A4961">
        <w:rPr>
          <w:sz w:val="28"/>
          <w:szCs w:val="28"/>
        </w:rPr>
        <w:t xml:space="preserve"> </w:t>
      </w:r>
      <w:r w:rsidR="0090604D">
        <w:rPr>
          <w:sz w:val="28"/>
          <w:szCs w:val="28"/>
        </w:rPr>
        <w:t>(прилагается).</w:t>
      </w:r>
      <w:r w:rsidR="002476A9">
        <w:rPr>
          <w:sz w:val="28"/>
          <w:szCs w:val="28"/>
        </w:rPr>
        <w:t xml:space="preserve"> </w:t>
      </w:r>
    </w:p>
    <w:p w14:paraId="2072A467" w14:textId="13DB5142" w:rsidR="00B323D5" w:rsidRDefault="00B323D5" w:rsidP="00B323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F16DC">
        <w:rPr>
          <w:sz w:val="28"/>
          <w:szCs w:val="28"/>
        </w:rPr>
        <w:t>Н</w:t>
      </w:r>
      <w:r>
        <w:rPr>
          <w:sz w:val="28"/>
          <w:szCs w:val="28"/>
        </w:rPr>
        <w:t>астоящее постановление разместить на сайте Скобелевского сельского поселения Гулькевичского района в информационно-телекоммуникационной сети «Интернет».</w:t>
      </w:r>
    </w:p>
    <w:p w14:paraId="2D35175A" w14:textId="44065440" w:rsidR="00E10753" w:rsidRPr="003F0163" w:rsidRDefault="00B323D5" w:rsidP="003F01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3742">
        <w:rPr>
          <w:sz w:val="28"/>
          <w:szCs w:val="28"/>
        </w:rPr>
        <w:t>.</w:t>
      </w:r>
      <w:r w:rsidR="004201A2">
        <w:rPr>
          <w:sz w:val="28"/>
          <w:szCs w:val="28"/>
        </w:rPr>
        <w:t xml:space="preserve"> </w:t>
      </w:r>
      <w:r w:rsidR="002C292A" w:rsidRPr="002C292A">
        <w:rPr>
          <w:sz w:val="28"/>
          <w:szCs w:val="28"/>
        </w:rPr>
        <w:t>Контроль за выполнением настоящего</w:t>
      </w:r>
      <w:r w:rsidR="002C292A" w:rsidRPr="00FE70A6">
        <w:rPr>
          <w:sz w:val="28"/>
          <w:szCs w:val="28"/>
        </w:rPr>
        <w:t xml:space="preserve"> постановления </w:t>
      </w:r>
      <w:r w:rsidR="001F3952">
        <w:rPr>
          <w:sz w:val="28"/>
          <w:szCs w:val="28"/>
        </w:rPr>
        <w:t>оставляю за собой</w:t>
      </w:r>
      <w:r w:rsidR="002C292A" w:rsidRPr="00782975">
        <w:rPr>
          <w:sz w:val="28"/>
          <w:szCs w:val="28"/>
        </w:rPr>
        <w:t>.</w:t>
      </w:r>
    </w:p>
    <w:p w14:paraId="52787BD7" w14:textId="48D6890E" w:rsidR="00E63C99" w:rsidRDefault="00B323D5" w:rsidP="00E63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C292A" w:rsidRPr="00FE70A6">
        <w:rPr>
          <w:sz w:val="28"/>
          <w:szCs w:val="28"/>
        </w:rPr>
        <w:t>.</w:t>
      </w:r>
      <w:r w:rsidR="00D9584C">
        <w:rPr>
          <w:sz w:val="28"/>
          <w:szCs w:val="28"/>
        </w:rPr>
        <w:t xml:space="preserve"> </w:t>
      </w:r>
      <w:r w:rsidR="0015437A" w:rsidRPr="0015437A">
        <w:rPr>
          <w:sz w:val="28"/>
          <w:szCs w:val="28"/>
        </w:rPr>
        <w:t>Настоящие постановления вступает в силу с 1 января 2025 года.</w:t>
      </w:r>
    </w:p>
    <w:p w14:paraId="22ABFF07" w14:textId="3B6382F0" w:rsidR="00E63C99" w:rsidRDefault="00E63C99" w:rsidP="00E63C99">
      <w:pPr>
        <w:ind w:firstLine="709"/>
        <w:jc w:val="both"/>
        <w:rPr>
          <w:sz w:val="28"/>
          <w:szCs w:val="28"/>
        </w:rPr>
      </w:pPr>
    </w:p>
    <w:p w14:paraId="73A31165" w14:textId="03834FAA" w:rsidR="00E63C99" w:rsidRDefault="00E63C99" w:rsidP="00E63C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Скобелевского сельского поселения</w:t>
      </w:r>
    </w:p>
    <w:p w14:paraId="4F4FA17D" w14:textId="22EF9076" w:rsidR="00E10753" w:rsidRPr="00E63C99" w:rsidRDefault="00E63C99" w:rsidP="00E63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</w:t>
      </w:r>
      <w:r w:rsidR="00BA07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BA0795">
        <w:rPr>
          <w:sz w:val="28"/>
          <w:szCs w:val="28"/>
        </w:rPr>
        <w:t>С.Н. Стародубцев</w:t>
      </w:r>
    </w:p>
    <w:p w14:paraId="3F7FF382" w14:textId="77777777" w:rsidR="009F16DC" w:rsidRDefault="009F16DC" w:rsidP="001F3952">
      <w:pPr>
        <w:jc w:val="center"/>
        <w:rPr>
          <w:b/>
          <w:sz w:val="28"/>
          <w:szCs w:val="28"/>
        </w:rPr>
      </w:pPr>
    </w:p>
    <w:p w14:paraId="61FE21B3" w14:textId="77777777" w:rsidR="009F16DC" w:rsidRDefault="009F16DC" w:rsidP="001F3952">
      <w:pPr>
        <w:jc w:val="center"/>
        <w:rPr>
          <w:b/>
          <w:sz w:val="28"/>
          <w:szCs w:val="28"/>
        </w:rPr>
      </w:pPr>
    </w:p>
    <w:p w14:paraId="0B494CB6" w14:textId="77777777" w:rsidR="009F16DC" w:rsidRDefault="009F16DC" w:rsidP="001F3952">
      <w:pPr>
        <w:jc w:val="center"/>
        <w:rPr>
          <w:b/>
          <w:sz w:val="28"/>
          <w:szCs w:val="28"/>
        </w:rPr>
      </w:pPr>
    </w:p>
    <w:p w14:paraId="146D43B9" w14:textId="77777777" w:rsidR="009F16DC" w:rsidRDefault="009F16DC" w:rsidP="001F3952">
      <w:pPr>
        <w:jc w:val="center"/>
        <w:rPr>
          <w:b/>
          <w:sz w:val="28"/>
          <w:szCs w:val="28"/>
        </w:rPr>
      </w:pPr>
    </w:p>
    <w:p w14:paraId="2AFF1829" w14:textId="77777777" w:rsidR="009F16DC" w:rsidRDefault="009F16DC" w:rsidP="001F3952">
      <w:pPr>
        <w:jc w:val="center"/>
        <w:rPr>
          <w:b/>
          <w:sz w:val="28"/>
          <w:szCs w:val="28"/>
        </w:rPr>
      </w:pPr>
    </w:p>
    <w:p w14:paraId="4C5E4ACD" w14:textId="77777777" w:rsidR="0015437A" w:rsidRDefault="0015437A" w:rsidP="001F3952">
      <w:pPr>
        <w:jc w:val="center"/>
        <w:rPr>
          <w:b/>
          <w:sz w:val="28"/>
          <w:szCs w:val="28"/>
        </w:rPr>
      </w:pPr>
    </w:p>
    <w:p w14:paraId="3F8635D6" w14:textId="77777777" w:rsidR="009F16DC" w:rsidRDefault="009F16DC" w:rsidP="001F3952">
      <w:pPr>
        <w:jc w:val="center"/>
        <w:rPr>
          <w:b/>
          <w:sz w:val="28"/>
          <w:szCs w:val="28"/>
        </w:rPr>
      </w:pPr>
    </w:p>
    <w:p w14:paraId="22CF04B9" w14:textId="77777777" w:rsidR="009F16DC" w:rsidRDefault="009F16DC" w:rsidP="001F3952">
      <w:pPr>
        <w:jc w:val="center"/>
        <w:rPr>
          <w:b/>
          <w:sz w:val="28"/>
          <w:szCs w:val="28"/>
        </w:rPr>
      </w:pPr>
    </w:p>
    <w:p w14:paraId="1F50EBC4" w14:textId="77777777" w:rsidR="009F16DC" w:rsidRDefault="009F16DC" w:rsidP="001F3952">
      <w:pPr>
        <w:jc w:val="center"/>
        <w:rPr>
          <w:b/>
          <w:sz w:val="28"/>
          <w:szCs w:val="28"/>
        </w:rPr>
      </w:pPr>
    </w:p>
    <w:p w14:paraId="559560B4" w14:textId="7E7181DC" w:rsidR="001F3952" w:rsidRDefault="001F3952" w:rsidP="001F3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14:paraId="69095F75" w14:textId="22C7EDE6" w:rsidR="00BA0795" w:rsidRPr="00BA0795" w:rsidRDefault="001F3952" w:rsidP="00BA0795">
      <w:pPr>
        <w:pStyle w:val="20"/>
        <w:spacing w:after="0" w:line="240" w:lineRule="auto"/>
        <w:jc w:val="center"/>
        <w:rPr>
          <w:sz w:val="28"/>
          <w:szCs w:val="28"/>
        </w:rPr>
      </w:pPr>
      <w:r w:rsidRPr="003228E2">
        <w:rPr>
          <w:sz w:val="28"/>
          <w:szCs w:val="28"/>
        </w:rPr>
        <w:t>проекта постановле</w:t>
      </w:r>
      <w:r>
        <w:rPr>
          <w:sz w:val="28"/>
          <w:szCs w:val="28"/>
        </w:rPr>
        <w:t xml:space="preserve">ния администрации </w:t>
      </w:r>
      <w:r w:rsidR="00713742">
        <w:rPr>
          <w:sz w:val="28"/>
          <w:szCs w:val="28"/>
        </w:rPr>
        <w:t>Скобелевского</w:t>
      </w:r>
      <w:r w:rsidRPr="003228E2">
        <w:rPr>
          <w:sz w:val="28"/>
          <w:szCs w:val="28"/>
        </w:rPr>
        <w:t xml:space="preserve"> сельского</w:t>
      </w:r>
      <w:r w:rsidR="00CF062F">
        <w:rPr>
          <w:sz w:val="28"/>
          <w:szCs w:val="28"/>
        </w:rPr>
        <w:t xml:space="preserve"> </w:t>
      </w:r>
      <w:r w:rsidRPr="003228E2">
        <w:rPr>
          <w:sz w:val="28"/>
          <w:szCs w:val="28"/>
        </w:rPr>
        <w:t>поселения Гулькевичского района от ________________ № _______</w:t>
      </w:r>
    </w:p>
    <w:p w14:paraId="56B66CEB" w14:textId="77777777" w:rsidR="00BA0795" w:rsidRPr="00BA0795" w:rsidRDefault="008B74FE" w:rsidP="00BA0795">
      <w:pPr>
        <w:jc w:val="center"/>
        <w:rPr>
          <w:bCs/>
          <w:sz w:val="28"/>
        </w:rPr>
      </w:pPr>
      <w:r w:rsidRPr="00BA0795">
        <w:rPr>
          <w:bCs/>
          <w:sz w:val="28"/>
        </w:rPr>
        <w:t>Об утверждении муниципальной</w:t>
      </w:r>
      <w:r w:rsidR="00BA0795" w:rsidRPr="00BA0795">
        <w:rPr>
          <w:bCs/>
          <w:sz w:val="28"/>
        </w:rPr>
        <w:t xml:space="preserve"> </w:t>
      </w:r>
      <w:r w:rsidRPr="00BA0795">
        <w:rPr>
          <w:bCs/>
          <w:sz w:val="28"/>
        </w:rPr>
        <w:t>программы</w:t>
      </w:r>
    </w:p>
    <w:p w14:paraId="6CDFF999" w14:textId="71D014AF" w:rsidR="008B74FE" w:rsidRPr="00BA0795" w:rsidRDefault="008B74FE" w:rsidP="00BA0795">
      <w:pPr>
        <w:jc w:val="center"/>
        <w:rPr>
          <w:bCs/>
          <w:sz w:val="28"/>
        </w:rPr>
      </w:pPr>
      <w:r w:rsidRPr="00BA0795">
        <w:rPr>
          <w:bCs/>
          <w:sz w:val="28"/>
        </w:rPr>
        <w:t xml:space="preserve"> </w:t>
      </w:r>
      <w:r w:rsidRPr="00BA0795">
        <w:rPr>
          <w:rFonts w:eastAsia="Calibri"/>
          <w:bCs/>
          <w:sz w:val="28"/>
          <w:szCs w:val="22"/>
        </w:rPr>
        <w:t>«</w:t>
      </w:r>
      <w:r w:rsidR="00A90E14" w:rsidRPr="00BA0795">
        <w:rPr>
          <w:rFonts w:eastAsia="Calibri"/>
          <w:bCs/>
          <w:sz w:val="28"/>
          <w:szCs w:val="28"/>
        </w:rPr>
        <w:t xml:space="preserve">Развитие </w:t>
      </w:r>
      <w:r w:rsidR="003F0163" w:rsidRPr="00BA0795">
        <w:rPr>
          <w:rFonts w:eastAsia="Calibri"/>
          <w:bCs/>
          <w:sz w:val="28"/>
          <w:szCs w:val="28"/>
        </w:rPr>
        <w:t>жилищно-коммунального хозяйства</w:t>
      </w:r>
    </w:p>
    <w:p w14:paraId="68216144" w14:textId="116572C5" w:rsidR="008B74FE" w:rsidRPr="00BA0795" w:rsidRDefault="00A90E14" w:rsidP="00E63C99">
      <w:pPr>
        <w:jc w:val="center"/>
        <w:rPr>
          <w:rFonts w:eastAsia="Calibri"/>
          <w:bCs/>
          <w:sz w:val="28"/>
          <w:szCs w:val="28"/>
        </w:rPr>
      </w:pPr>
      <w:r w:rsidRPr="00BA0795">
        <w:rPr>
          <w:rFonts w:eastAsia="Calibri"/>
          <w:bCs/>
          <w:sz w:val="28"/>
          <w:szCs w:val="28"/>
        </w:rPr>
        <w:t xml:space="preserve"> </w:t>
      </w:r>
      <w:r w:rsidR="008B74FE" w:rsidRPr="00BA0795">
        <w:rPr>
          <w:rFonts w:eastAsia="Calibri"/>
          <w:bCs/>
          <w:sz w:val="28"/>
          <w:szCs w:val="28"/>
        </w:rPr>
        <w:t>Скобелевск</w:t>
      </w:r>
      <w:r w:rsidR="003F0163" w:rsidRPr="00BA0795">
        <w:rPr>
          <w:rFonts w:eastAsia="Calibri"/>
          <w:bCs/>
          <w:sz w:val="28"/>
          <w:szCs w:val="28"/>
        </w:rPr>
        <w:t>ого</w:t>
      </w:r>
      <w:r w:rsidR="008B74FE" w:rsidRPr="00BA0795">
        <w:rPr>
          <w:rFonts w:eastAsia="Calibri"/>
          <w:bCs/>
          <w:sz w:val="28"/>
          <w:szCs w:val="28"/>
        </w:rPr>
        <w:t xml:space="preserve"> сельск</w:t>
      </w:r>
      <w:r w:rsidR="003F0163" w:rsidRPr="00BA0795">
        <w:rPr>
          <w:rFonts w:eastAsia="Calibri"/>
          <w:bCs/>
          <w:sz w:val="28"/>
          <w:szCs w:val="28"/>
        </w:rPr>
        <w:t>ого</w:t>
      </w:r>
      <w:r w:rsidR="008B74FE" w:rsidRPr="00BA0795">
        <w:rPr>
          <w:rFonts w:eastAsia="Calibri"/>
          <w:bCs/>
          <w:sz w:val="28"/>
          <w:szCs w:val="28"/>
        </w:rPr>
        <w:t xml:space="preserve"> поселени</w:t>
      </w:r>
      <w:r w:rsidR="00E63C99" w:rsidRPr="00BA0795">
        <w:rPr>
          <w:rFonts w:eastAsia="Calibri"/>
          <w:bCs/>
          <w:sz w:val="28"/>
          <w:szCs w:val="28"/>
        </w:rPr>
        <w:t xml:space="preserve">я </w:t>
      </w:r>
      <w:r w:rsidR="008B74FE" w:rsidRPr="00BA0795">
        <w:rPr>
          <w:rFonts w:eastAsia="Calibri"/>
          <w:bCs/>
          <w:sz w:val="28"/>
          <w:szCs w:val="28"/>
        </w:rPr>
        <w:t xml:space="preserve">Гулькевичского района» </w:t>
      </w:r>
    </w:p>
    <w:p w14:paraId="6E3D6DBE" w14:textId="14FD5C28" w:rsidR="00713742" w:rsidRPr="00BA0795" w:rsidRDefault="00713742" w:rsidP="00713742">
      <w:pPr>
        <w:jc w:val="center"/>
        <w:rPr>
          <w:bCs/>
          <w:sz w:val="28"/>
          <w:szCs w:val="28"/>
        </w:rPr>
      </w:pPr>
    </w:p>
    <w:p w14:paraId="56C51FCE" w14:textId="77777777" w:rsidR="00CF062F" w:rsidRDefault="00CF062F" w:rsidP="00713742">
      <w:pPr>
        <w:jc w:val="center"/>
        <w:rPr>
          <w:sz w:val="28"/>
          <w:szCs w:val="28"/>
        </w:rPr>
      </w:pPr>
    </w:p>
    <w:p w14:paraId="45A801AB" w14:textId="77777777" w:rsidR="00811D64" w:rsidRDefault="00811D64" w:rsidP="00713742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14:paraId="5954C979" w14:textId="2187B2DA" w:rsidR="00811D64" w:rsidRDefault="00436B9F" w:rsidP="00713742">
      <w:pPr>
        <w:rPr>
          <w:sz w:val="28"/>
          <w:szCs w:val="28"/>
        </w:rPr>
      </w:pPr>
      <w:r>
        <w:rPr>
          <w:sz w:val="28"/>
          <w:szCs w:val="28"/>
        </w:rPr>
        <w:t>Ведущи</w:t>
      </w:r>
      <w:r w:rsidR="00E63C99">
        <w:rPr>
          <w:sz w:val="28"/>
          <w:szCs w:val="28"/>
        </w:rPr>
        <w:t>м</w:t>
      </w:r>
      <w:r>
        <w:rPr>
          <w:sz w:val="28"/>
          <w:szCs w:val="28"/>
        </w:rPr>
        <w:t xml:space="preserve"> с</w:t>
      </w:r>
      <w:r w:rsidR="00811D64">
        <w:rPr>
          <w:sz w:val="28"/>
          <w:szCs w:val="28"/>
        </w:rPr>
        <w:t>пециалист</w:t>
      </w:r>
      <w:r w:rsidR="00E63C99">
        <w:rPr>
          <w:sz w:val="28"/>
          <w:szCs w:val="28"/>
        </w:rPr>
        <w:t>ом</w:t>
      </w:r>
      <w:r w:rsidR="008B74FE">
        <w:rPr>
          <w:sz w:val="28"/>
          <w:szCs w:val="28"/>
        </w:rPr>
        <w:t xml:space="preserve"> </w:t>
      </w:r>
      <w:r w:rsidR="00811D64">
        <w:rPr>
          <w:sz w:val="28"/>
          <w:szCs w:val="28"/>
        </w:rPr>
        <w:t>администрации</w:t>
      </w:r>
    </w:p>
    <w:p w14:paraId="24C20452" w14:textId="77777777" w:rsidR="00811D64" w:rsidRDefault="00713742" w:rsidP="00713742">
      <w:pPr>
        <w:rPr>
          <w:sz w:val="28"/>
          <w:szCs w:val="28"/>
        </w:rPr>
      </w:pPr>
      <w:r>
        <w:rPr>
          <w:sz w:val="28"/>
          <w:szCs w:val="28"/>
        </w:rPr>
        <w:t>Скобелевского</w:t>
      </w:r>
      <w:r w:rsidR="00782975">
        <w:rPr>
          <w:sz w:val="28"/>
          <w:szCs w:val="28"/>
        </w:rPr>
        <w:t xml:space="preserve"> сельского поселения </w:t>
      </w:r>
    </w:p>
    <w:p w14:paraId="422C7DB4" w14:textId="24AE2536" w:rsidR="00811D64" w:rsidRPr="00811D64" w:rsidRDefault="00811D64" w:rsidP="00713742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01162">
        <w:rPr>
          <w:sz w:val="28"/>
          <w:szCs w:val="28"/>
        </w:rPr>
        <w:t xml:space="preserve">      </w:t>
      </w:r>
      <w:r w:rsidR="00D21609">
        <w:rPr>
          <w:sz w:val="28"/>
          <w:szCs w:val="28"/>
        </w:rPr>
        <w:t xml:space="preserve"> </w:t>
      </w:r>
      <w:r w:rsidR="00301162">
        <w:rPr>
          <w:sz w:val="28"/>
          <w:szCs w:val="28"/>
        </w:rPr>
        <w:t xml:space="preserve">   </w:t>
      </w:r>
      <w:r w:rsidR="00713742">
        <w:rPr>
          <w:sz w:val="28"/>
          <w:szCs w:val="28"/>
        </w:rPr>
        <w:t xml:space="preserve">   </w:t>
      </w:r>
      <w:r w:rsidR="008B74FE">
        <w:rPr>
          <w:sz w:val="28"/>
          <w:szCs w:val="28"/>
        </w:rPr>
        <w:t xml:space="preserve">   </w:t>
      </w:r>
      <w:r w:rsidR="00713742">
        <w:rPr>
          <w:sz w:val="28"/>
          <w:szCs w:val="28"/>
        </w:rPr>
        <w:t xml:space="preserve">  </w:t>
      </w:r>
      <w:r w:rsidR="008B74FE">
        <w:rPr>
          <w:sz w:val="28"/>
          <w:szCs w:val="28"/>
        </w:rPr>
        <w:t>Е.И. Лавринова</w:t>
      </w:r>
    </w:p>
    <w:p w14:paraId="3FDF39E8" w14:textId="77777777" w:rsidR="00D55963" w:rsidRDefault="00D55963" w:rsidP="00713742"/>
    <w:p w14:paraId="71BD591D" w14:textId="77777777" w:rsidR="009E1DB8" w:rsidRPr="00713742" w:rsidRDefault="00713742" w:rsidP="00D55963">
      <w:pPr>
        <w:rPr>
          <w:sz w:val="28"/>
          <w:szCs w:val="28"/>
        </w:rPr>
      </w:pPr>
      <w:r w:rsidRPr="00713742">
        <w:rPr>
          <w:sz w:val="28"/>
          <w:szCs w:val="28"/>
        </w:rPr>
        <w:t>Проект согласован:</w:t>
      </w:r>
    </w:p>
    <w:p w14:paraId="08109397" w14:textId="77777777" w:rsidR="00713742" w:rsidRPr="00713742" w:rsidRDefault="00713742" w:rsidP="00D55963">
      <w:pPr>
        <w:rPr>
          <w:sz w:val="28"/>
          <w:szCs w:val="28"/>
        </w:rPr>
      </w:pPr>
      <w:r w:rsidRPr="00713742">
        <w:rPr>
          <w:sz w:val="28"/>
          <w:szCs w:val="28"/>
        </w:rPr>
        <w:t>Ведущий специалист администрации</w:t>
      </w:r>
    </w:p>
    <w:p w14:paraId="7EFACA9D" w14:textId="77777777" w:rsidR="00713742" w:rsidRPr="00713742" w:rsidRDefault="00713742" w:rsidP="00D55963">
      <w:pPr>
        <w:rPr>
          <w:sz w:val="28"/>
          <w:szCs w:val="28"/>
        </w:rPr>
      </w:pPr>
      <w:r w:rsidRPr="00713742">
        <w:rPr>
          <w:sz w:val="28"/>
          <w:szCs w:val="28"/>
        </w:rPr>
        <w:t>Скобелевского сельского поселения</w:t>
      </w:r>
    </w:p>
    <w:p w14:paraId="763BE32A" w14:textId="6D9C01C9" w:rsidR="00713742" w:rsidRPr="00713742" w:rsidRDefault="00713742" w:rsidP="00D55963">
      <w:pPr>
        <w:rPr>
          <w:sz w:val="28"/>
          <w:szCs w:val="28"/>
        </w:rPr>
      </w:pPr>
      <w:r w:rsidRPr="00713742">
        <w:rPr>
          <w:sz w:val="28"/>
          <w:szCs w:val="28"/>
        </w:rPr>
        <w:t xml:space="preserve">Гулькевичского района                                                                </w:t>
      </w:r>
      <w:r>
        <w:rPr>
          <w:sz w:val="28"/>
          <w:szCs w:val="28"/>
        </w:rPr>
        <w:t xml:space="preserve">     </w:t>
      </w:r>
      <w:r w:rsidRPr="00713742">
        <w:rPr>
          <w:sz w:val="28"/>
          <w:szCs w:val="28"/>
        </w:rPr>
        <w:t>М.А.</w:t>
      </w:r>
      <w:r w:rsidR="00CF06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r w:rsidRPr="00713742">
        <w:rPr>
          <w:sz w:val="28"/>
          <w:szCs w:val="28"/>
        </w:rPr>
        <w:t>авришова</w:t>
      </w:r>
      <w:proofErr w:type="spellEnd"/>
    </w:p>
    <w:p w14:paraId="7286C574" w14:textId="77777777" w:rsidR="00713742" w:rsidRPr="00713742" w:rsidRDefault="00713742" w:rsidP="00D55963">
      <w:pPr>
        <w:rPr>
          <w:sz w:val="28"/>
          <w:szCs w:val="28"/>
        </w:rPr>
      </w:pPr>
    </w:p>
    <w:sectPr w:rsidR="00713742" w:rsidRPr="00713742" w:rsidSect="005A1427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39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16C9B" w14:textId="77777777" w:rsidR="00EA2D4E" w:rsidRDefault="00EA2D4E">
      <w:r>
        <w:separator/>
      </w:r>
    </w:p>
  </w:endnote>
  <w:endnote w:type="continuationSeparator" w:id="0">
    <w:p w14:paraId="6A5F5329" w14:textId="77777777" w:rsidR="00EA2D4E" w:rsidRDefault="00EA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49D01" w14:textId="77777777" w:rsidR="00EA2D4E" w:rsidRDefault="00EA2D4E">
      <w:r>
        <w:separator/>
      </w:r>
    </w:p>
  </w:footnote>
  <w:footnote w:type="continuationSeparator" w:id="0">
    <w:p w14:paraId="7C6A76E2" w14:textId="77777777" w:rsidR="00EA2D4E" w:rsidRDefault="00EA2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534E0" w14:textId="37CC4257" w:rsidR="00C23AC1" w:rsidRDefault="00C23AC1" w:rsidP="002077B2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90E14">
      <w:rPr>
        <w:rStyle w:val="a9"/>
        <w:noProof/>
      </w:rPr>
      <w:t>1</w:t>
    </w:r>
    <w:r>
      <w:rPr>
        <w:rStyle w:val="a9"/>
      </w:rPr>
      <w:fldChar w:fldCharType="end"/>
    </w:r>
  </w:p>
  <w:p w14:paraId="175A43E7" w14:textId="77777777" w:rsidR="00C23AC1" w:rsidRDefault="00C23A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8E490" w14:textId="77777777" w:rsidR="00C23AC1" w:rsidRDefault="00C23AC1" w:rsidP="002077B2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D49CB">
      <w:rPr>
        <w:rStyle w:val="a9"/>
        <w:noProof/>
      </w:rPr>
      <w:t>2</w:t>
    </w:r>
    <w:r>
      <w:rPr>
        <w:rStyle w:val="a9"/>
      </w:rPr>
      <w:fldChar w:fldCharType="end"/>
    </w:r>
  </w:p>
  <w:p w14:paraId="45257135" w14:textId="77777777" w:rsidR="00C23AC1" w:rsidRDefault="00C23AC1" w:rsidP="008B770A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3EBB4" w14:textId="77777777" w:rsidR="00C23AC1" w:rsidRDefault="00C23AC1" w:rsidP="00E5023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941E7"/>
    <w:multiLevelType w:val="hybridMultilevel"/>
    <w:tmpl w:val="A1D29B64"/>
    <w:lvl w:ilvl="0" w:tplc="6EF63E12">
      <w:start w:val="4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F23E0"/>
    <w:multiLevelType w:val="hybridMultilevel"/>
    <w:tmpl w:val="849A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755654">
    <w:abstractNumId w:val="1"/>
  </w:num>
  <w:num w:numId="2" w16cid:durableId="1704092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196"/>
    <w:rsid w:val="00002F73"/>
    <w:rsid w:val="00012059"/>
    <w:rsid w:val="00012801"/>
    <w:rsid w:val="00046B06"/>
    <w:rsid w:val="0005267D"/>
    <w:rsid w:val="00065873"/>
    <w:rsid w:val="00091085"/>
    <w:rsid w:val="000A4A06"/>
    <w:rsid w:val="000B0875"/>
    <w:rsid w:val="000B2D8F"/>
    <w:rsid w:val="000C0789"/>
    <w:rsid w:val="000E144C"/>
    <w:rsid w:val="0011407C"/>
    <w:rsid w:val="00114F88"/>
    <w:rsid w:val="00147A4C"/>
    <w:rsid w:val="0015437A"/>
    <w:rsid w:val="00161036"/>
    <w:rsid w:val="001644DF"/>
    <w:rsid w:val="00184CB0"/>
    <w:rsid w:val="001857EC"/>
    <w:rsid w:val="00194D3D"/>
    <w:rsid w:val="001A1A79"/>
    <w:rsid w:val="001A4961"/>
    <w:rsid w:val="001A6D13"/>
    <w:rsid w:val="001B1F44"/>
    <w:rsid w:val="001C645E"/>
    <w:rsid w:val="001C6B6C"/>
    <w:rsid w:val="001E1F07"/>
    <w:rsid w:val="001F3283"/>
    <w:rsid w:val="001F3952"/>
    <w:rsid w:val="002077B2"/>
    <w:rsid w:val="00221AB1"/>
    <w:rsid w:val="00222ED5"/>
    <w:rsid w:val="002476A9"/>
    <w:rsid w:val="002538BB"/>
    <w:rsid w:val="00256DE0"/>
    <w:rsid w:val="00267EE0"/>
    <w:rsid w:val="00272312"/>
    <w:rsid w:val="00281AA2"/>
    <w:rsid w:val="0028354D"/>
    <w:rsid w:val="00283839"/>
    <w:rsid w:val="002A2E3B"/>
    <w:rsid w:val="002A310A"/>
    <w:rsid w:val="002B00E6"/>
    <w:rsid w:val="002B17E0"/>
    <w:rsid w:val="002C292A"/>
    <w:rsid w:val="002D023D"/>
    <w:rsid w:val="002D49CB"/>
    <w:rsid w:val="002E0BB1"/>
    <w:rsid w:val="00300A31"/>
    <w:rsid w:val="00301162"/>
    <w:rsid w:val="00302AD9"/>
    <w:rsid w:val="00305D7B"/>
    <w:rsid w:val="003142C2"/>
    <w:rsid w:val="00332AEC"/>
    <w:rsid w:val="00337BAA"/>
    <w:rsid w:val="00357028"/>
    <w:rsid w:val="0035714F"/>
    <w:rsid w:val="0036264A"/>
    <w:rsid w:val="00365CA8"/>
    <w:rsid w:val="00372760"/>
    <w:rsid w:val="003775AF"/>
    <w:rsid w:val="003918D8"/>
    <w:rsid w:val="003C3774"/>
    <w:rsid w:val="003D62F6"/>
    <w:rsid w:val="003F0163"/>
    <w:rsid w:val="00411EBF"/>
    <w:rsid w:val="004201A2"/>
    <w:rsid w:val="0042259A"/>
    <w:rsid w:val="00422A92"/>
    <w:rsid w:val="00436B9F"/>
    <w:rsid w:val="00462144"/>
    <w:rsid w:val="00470366"/>
    <w:rsid w:val="004837EC"/>
    <w:rsid w:val="004874B3"/>
    <w:rsid w:val="004C1929"/>
    <w:rsid w:val="004C267D"/>
    <w:rsid w:val="004C3582"/>
    <w:rsid w:val="004C4B2C"/>
    <w:rsid w:val="004E697D"/>
    <w:rsid w:val="004F1C50"/>
    <w:rsid w:val="004F23A7"/>
    <w:rsid w:val="004F4195"/>
    <w:rsid w:val="004F7619"/>
    <w:rsid w:val="00553052"/>
    <w:rsid w:val="00556D24"/>
    <w:rsid w:val="005870F3"/>
    <w:rsid w:val="005A1427"/>
    <w:rsid w:val="005B56EE"/>
    <w:rsid w:val="005C1000"/>
    <w:rsid w:val="005D2919"/>
    <w:rsid w:val="005D738E"/>
    <w:rsid w:val="005E2742"/>
    <w:rsid w:val="005E295C"/>
    <w:rsid w:val="006052C6"/>
    <w:rsid w:val="006102B0"/>
    <w:rsid w:val="00615E62"/>
    <w:rsid w:val="00630508"/>
    <w:rsid w:val="00633B35"/>
    <w:rsid w:val="00635085"/>
    <w:rsid w:val="00641934"/>
    <w:rsid w:val="00647EE0"/>
    <w:rsid w:val="00651C6A"/>
    <w:rsid w:val="00672E97"/>
    <w:rsid w:val="00690CF8"/>
    <w:rsid w:val="006B346A"/>
    <w:rsid w:val="006B37C4"/>
    <w:rsid w:val="006B553C"/>
    <w:rsid w:val="006F12FF"/>
    <w:rsid w:val="006F1BDB"/>
    <w:rsid w:val="006F59C8"/>
    <w:rsid w:val="00702053"/>
    <w:rsid w:val="007125F2"/>
    <w:rsid w:val="00713742"/>
    <w:rsid w:val="00723624"/>
    <w:rsid w:val="007263E2"/>
    <w:rsid w:val="0074589A"/>
    <w:rsid w:val="007479B0"/>
    <w:rsid w:val="00767C00"/>
    <w:rsid w:val="0077321B"/>
    <w:rsid w:val="00775C55"/>
    <w:rsid w:val="00782975"/>
    <w:rsid w:val="007A03DA"/>
    <w:rsid w:val="007A558A"/>
    <w:rsid w:val="007A64A4"/>
    <w:rsid w:val="007B3007"/>
    <w:rsid w:val="007B5CD9"/>
    <w:rsid w:val="007B7AA5"/>
    <w:rsid w:val="007E19F3"/>
    <w:rsid w:val="007E52BC"/>
    <w:rsid w:val="00810DC5"/>
    <w:rsid w:val="00811D64"/>
    <w:rsid w:val="00833FE6"/>
    <w:rsid w:val="008416B8"/>
    <w:rsid w:val="00842960"/>
    <w:rsid w:val="00854CAD"/>
    <w:rsid w:val="008575B5"/>
    <w:rsid w:val="00857B35"/>
    <w:rsid w:val="008612B4"/>
    <w:rsid w:val="00863B64"/>
    <w:rsid w:val="008707DC"/>
    <w:rsid w:val="0089035F"/>
    <w:rsid w:val="008970DD"/>
    <w:rsid w:val="008973AD"/>
    <w:rsid w:val="008A52BB"/>
    <w:rsid w:val="008B4B20"/>
    <w:rsid w:val="008B74FE"/>
    <w:rsid w:val="008B770A"/>
    <w:rsid w:val="008C4784"/>
    <w:rsid w:val="008D335E"/>
    <w:rsid w:val="008D365B"/>
    <w:rsid w:val="008F52FB"/>
    <w:rsid w:val="0090604D"/>
    <w:rsid w:val="00907DA0"/>
    <w:rsid w:val="009230BD"/>
    <w:rsid w:val="00926AC3"/>
    <w:rsid w:val="00934449"/>
    <w:rsid w:val="009430C5"/>
    <w:rsid w:val="009458E7"/>
    <w:rsid w:val="0094700F"/>
    <w:rsid w:val="009707E3"/>
    <w:rsid w:val="00971995"/>
    <w:rsid w:val="009B4297"/>
    <w:rsid w:val="009D3683"/>
    <w:rsid w:val="009E1DB8"/>
    <w:rsid w:val="009F16DC"/>
    <w:rsid w:val="009F302E"/>
    <w:rsid w:val="009F6C7B"/>
    <w:rsid w:val="00A113DA"/>
    <w:rsid w:val="00A25B17"/>
    <w:rsid w:val="00A37196"/>
    <w:rsid w:val="00A400A7"/>
    <w:rsid w:val="00A51EF4"/>
    <w:rsid w:val="00A557B0"/>
    <w:rsid w:val="00A564B3"/>
    <w:rsid w:val="00A843C4"/>
    <w:rsid w:val="00A86F17"/>
    <w:rsid w:val="00A90E14"/>
    <w:rsid w:val="00AA12A8"/>
    <w:rsid w:val="00AA2656"/>
    <w:rsid w:val="00AA5A26"/>
    <w:rsid w:val="00AC2AA7"/>
    <w:rsid w:val="00AD38BF"/>
    <w:rsid w:val="00AF57DD"/>
    <w:rsid w:val="00AF634A"/>
    <w:rsid w:val="00B00F71"/>
    <w:rsid w:val="00B12D0B"/>
    <w:rsid w:val="00B252CB"/>
    <w:rsid w:val="00B2720F"/>
    <w:rsid w:val="00B323D5"/>
    <w:rsid w:val="00B41B20"/>
    <w:rsid w:val="00B62D65"/>
    <w:rsid w:val="00B63D6E"/>
    <w:rsid w:val="00B64132"/>
    <w:rsid w:val="00BA0795"/>
    <w:rsid w:val="00BA17DA"/>
    <w:rsid w:val="00BB1C2F"/>
    <w:rsid w:val="00BB33B5"/>
    <w:rsid w:val="00BB48FE"/>
    <w:rsid w:val="00BC29AA"/>
    <w:rsid w:val="00BD5B7F"/>
    <w:rsid w:val="00BD72D1"/>
    <w:rsid w:val="00BE5200"/>
    <w:rsid w:val="00BE6988"/>
    <w:rsid w:val="00C07AE2"/>
    <w:rsid w:val="00C23AC1"/>
    <w:rsid w:val="00C31E52"/>
    <w:rsid w:val="00C47992"/>
    <w:rsid w:val="00C50A51"/>
    <w:rsid w:val="00C7191A"/>
    <w:rsid w:val="00C72175"/>
    <w:rsid w:val="00C777E9"/>
    <w:rsid w:val="00C93310"/>
    <w:rsid w:val="00C94AE4"/>
    <w:rsid w:val="00CB32A9"/>
    <w:rsid w:val="00CB61C7"/>
    <w:rsid w:val="00CC17C7"/>
    <w:rsid w:val="00CD29FF"/>
    <w:rsid w:val="00CD3CDB"/>
    <w:rsid w:val="00CD7804"/>
    <w:rsid w:val="00CE3164"/>
    <w:rsid w:val="00CF062F"/>
    <w:rsid w:val="00CF4D66"/>
    <w:rsid w:val="00D03A59"/>
    <w:rsid w:val="00D053C8"/>
    <w:rsid w:val="00D15800"/>
    <w:rsid w:val="00D201F3"/>
    <w:rsid w:val="00D21609"/>
    <w:rsid w:val="00D37E0A"/>
    <w:rsid w:val="00D45918"/>
    <w:rsid w:val="00D504B6"/>
    <w:rsid w:val="00D52F97"/>
    <w:rsid w:val="00D55963"/>
    <w:rsid w:val="00D62C39"/>
    <w:rsid w:val="00D63395"/>
    <w:rsid w:val="00D646BB"/>
    <w:rsid w:val="00D64983"/>
    <w:rsid w:val="00D6683B"/>
    <w:rsid w:val="00D76E3B"/>
    <w:rsid w:val="00D9584C"/>
    <w:rsid w:val="00D95D50"/>
    <w:rsid w:val="00DA45A7"/>
    <w:rsid w:val="00DB4B04"/>
    <w:rsid w:val="00DC0901"/>
    <w:rsid w:val="00DF1135"/>
    <w:rsid w:val="00DF5083"/>
    <w:rsid w:val="00E10753"/>
    <w:rsid w:val="00E304F9"/>
    <w:rsid w:val="00E32D26"/>
    <w:rsid w:val="00E50233"/>
    <w:rsid w:val="00E539AF"/>
    <w:rsid w:val="00E6100E"/>
    <w:rsid w:val="00E63C99"/>
    <w:rsid w:val="00E73776"/>
    <w:rsid w:val="00E93D8B"/>
    <w:rsid w:val="00EA2D4E"/>
    <w:rsid w:val="00EA30FB"/>
    <w:rsid w:val="00EB1A49"/>
    <w:rsid w:val="00EC1AD9"/>
    <w:rsid w:val="00EC4C4F"/>
    <w:rsid w:val="00EE4D11"/>
    <w:rsid w:val="00EF440A"/>
    <w:rsid w:val="00EF5F50"/>
    <w:rsid w:val="00F163FB"/>
    <w:rsid w:val="00F356B0"/>
    <w:rsid w:val="00F47B9A"/>
    <w:rsid w:val="00F52DCB"/>
    <w:rsid w:val="00F70F69"/>
    <w:rsid w:val="00F82EC9"/>
    <w:rsid w:val="00F91647"/>
    <w:rsid w:val="00F944D3"/>
    <w:rsid w:val="00FA0D5B"/>
    <w:rsid w:val="00FB5F6D"/>
    <w:rsid w:val="00FD1D8B"/>
    <w:rsid w:val="00FE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6D1F5"/>
  <w15:docId w15:val="{DB636DE9-2A84-461F-A79B-C31573D0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4784"/>
  </w:style>
  <w:style w:type="paragraph" w:styleId="1">
    <w:name w:val="heading 1"/>
    <w:basedOn w:val="a"/>
    <w:next w:val="a"/>
    <w:qFormat/>
    <w:pPr>
      <w:keepNext/>
      <w:ind w:firstLine="567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C645E"/>
    <w:pPr>
      <w:ind w:firstLine="567"/>
      <w:jc w:val="both"/>
    </w:pPr>
    <w:rPr>
      <w:sz w:val="28"/>
    </w:rPr>
  </w:style>
  <w:style w:type="paragraph" w:styleId="a4">
    <w:name w:val="header"/>
    <w:basedOn w:val="a"/>
    <w:rsid w:val="008B770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770A"/>
    <w:pPr>
      <w:tabs>
        <w:tab w:val="center" w:pos="4677"/>
        <w:tab w:val="right" w:pos="9355"/>
      </w:tabs>
    </w:pPr>
  </w:style>
  <w:style w:type="paragraph" w:customStyle="1" w:styleId="a6">
    <w:name w:val="Знак Знак Знак Знак Знак"/>
    <w:basedOn w:val="a"/>
    <w:rsid w:val="008B770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7">
    <w:name w:val="Block Text"/>
    <w:basedOn w:val="a"/>
    <w:rsid w:val="00E50233"/>
    <w:pPr>
      <w:ind w:left="748" w:right="764" w:hanging="748"/>
    </w:pPr>
    <w:rPr>
      <w:rFonts w:ascii="Tahoma" w:hAnsi="Tahoma" w:cs="Tahoma"/>
      <w:sz w:val="24"/>
      <w:szCs w:val="24"/>
    </w:rPr>
  </w:style>
  <w:style w:type="paragraph" w:styleId="a8">
    <w:name w:val="Balloon Text"/>
    <w:basedOn w:val="a"/>
    <w:semiHidden/>
    <w:rsid w:val="00E502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02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page number"/>
    <w:basedOn w:val="a0"/>
    <w:rsid w:val="004C1929"/>
  </w:style>
  <w:style w:type="paragraph" w:customStyle="1" w:styleId="aa">
    <w:name w:val="Таблицы (моноширинный)"/>
    <w:basedOn w:val="a"/>
    <w:next w:val="a"/>
    <w:rsid w:val="009458E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rsid w:val="009458E7"/>
    <w:pPr>
      <w:spacing w:after="160" w:line="240" w:lineRule="exact"/>
    </w:pPr>
  </w:style>
  <w:style w:type="paragraph" w:styleId="20">
    <w:name w:val="Body Text 2"/>
    <w:basedOn w:val="a"/>
    <w:link w:val="21"/>
    <w:rsid w:val="00147A4C"/>
    <w:pPr>
      <w:spacing w:after="120" w:line="480" w:lineRule="auto"/>
    </w:pPr>
  </w:style>
  <w:style w:type="paragraph" w:styleId="ab">
    <w:name w:val="Body Text"/>
    <w:basedOn w:val="a"/>
    <w:rsid w:val="00147A4C"/>
    <w:pPr>
      <w:spacing w:after="120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9E1DB8"/>
  </w:style>
  <w:style w:type="paragraph" w:styleId="ac">
    <w:name w:val="List Paragraph"/>
    <w:basedOn w:val="a"/>
    <w:uiPriority w:val="34"/>
    <w:qFormat/>
    <w:rsid w:val="00B32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28160-D439-4C8F-B645-92623D6D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528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>SPecialiST RePack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Осипова</dc:creator>
  <cp:lastModifiedBy>Пользователь</cp:lastModifiedBy>
  <cp:revision>60</cp:revision>
  <cp:lastPrinted>2021-11-12T06:09:00Z</cp:lastPrinted>
  <dcterms:created xsi:type="dcterms:W3CDTF">2017-11-16T12:29:00Z</dcterms:created>
  <dcterms:modified xsi:type="dcterms:W3CDTF">2024-12-22T17:02:00Z</dcterms:modified>
</cp:coreProperties>
</file>