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3B8" w:rsidRPr="00B23708" w:rsidRDefault="008F23B8" w:rsidP="00616B2B">
      <w:pPr>
        <w:spacing w:after="0" w:line="240" w:lineRule="auto"/>
        <w:ind w:left="4820"/>
        <w:jc w:val="center"/>
        <w:rPr>
          <w:rFonts w:ascii="Times New Roman" w:hAnsi="Times New Roman"/>
          <w:kern w:val="28"/>
          <w:sz w:val="28"/>
          <w:szCs w:val="24"/>
          <w:lang w:eastAsia="ru-RU"/>
        </w:rPr>
      </w:pPr>
      <w:r w:rsidRPr="00B23708">
        <w:rPr>
          <w:rFonts w:ascii="Times New Roman" w:hAnsi="Times New Roman"/>
          <w:kern w:val="28"/>
          <w:sz w:val="28"/>
          <w:szCs w:val="24"/>
          <w:lang w:eastAsia="ru-RU"/>
        </w:rPr>
        <w:t>Приложение</w:t>
      </w:r>
    </w:p>
    <w:p w:rsidR="008F23B8" w:rsidRPr="00B23708" w:rsidRDefault="008F23B8" w:rsidP="00616B2B">
      <w:pPr>
        <w:spacing w:after="0" w:line="240" w:lineRule="auto"/>
        <w:ind w:left="4962"/>
        <w:jc w:val="center"/>
        <w:rPr>
          <w:rFonts w:ascii="Times New Roman" w:hAnsi="Times New Roman"/>
          <w:kern w:val="28"/>
          <w:sz w:val="28"/>
          <w:szCs w:val="24"/>
          <w:lang w:eastAsia="ru-RU"/>
        </w:rPr>
      </w:pPr>
    </w:p>
    <w:p w:rsidR="008F23B8" w:rsidRPr="00B23708" w:rsidRDefault="008F23B8" w:rsidP="0013456A">
      <w:pPr>
        <w:spacing w:after="0" w:line="240" w:lineRule="auto"/>
        <w:ind w:left="4820"/>
        <w:jc w:val="center"/>
        <w:rPr>
          <w:rFonts w:ascii="Times New Roman" w:hAnsi="Times New Roman"/>
          <w:kern w:val="28"/>
          <w:sz w:val="28"/>
          <w:szCs w:val="24"/>
          <w:lang w:eastAsia="ru-RU"/>
        </w:rPr>
      </w:pPr>
      <w:r w:rsidRPr="00B23708">
        <w:rPr>
          <w:rFonts w:ascii="Times New Roman" w:hAnsi="Times New Roman"/>
          <w:kern w:val="28"/>
          <w:sz w:val="28"/>
          <w:szCs w:val="24"/>
          <w:lang w:eastAsia="ru-RU"/>
        </w:rPr>
        <w:t>УТВЕРЖДЕН</w:t>
      </w:r>
    </w:p>
    <w:p w:rsidR="008F23B8" w:rsidRPr="00B23708" w:rsidRDefault="008F23B8" w:rsidP="00616B2B">
      <w:pPr>
        <w:spacing w:after="0" w:line="240" w:lineRule="auto"/>
        <w:ind w:left="5040"/>
        <w:jc w:val="center"/>
        <w:rPr>
          <w:rFonts w:ascii="Times New Roman" w:hAnsi="Times New Roman"/>
          <w:kern w:val="28"/>
          <w:sz w:val="28"/>
          <w:szCs w:val="24"/>
          <w:lang w:eastAsia="ru-RU"/>
        </w:rPr>
      </w:pPr>
      <w:r w:rsidRPr="00B23708">
        <w:rPr>
          <w:rFonts w:ascii="Times New Roman" w:hAnsi="Times New Roman"/>
          <w:kern w:val="28"/>
          <w:sz w:val="28"/>
          <w:szCs w:val="24"/>
          <w:lang w:eastAsia="ru-RU"/>
        </w:rPr>
        <w:t xml:space="preserve">постановлением администрации Скобелевского сельского поселения Гулькевичского района </w:t>
      </w:r>
    </w:p>
    <w:p w:rsidR="008F23B8" w:rsidRPr="00DE7AE9" w:rsidRDefault="008F23B8" w:rsidP="00616B2B">
      <w:pPr>
        <w:spacing w:after="0" w:line="240" w:lineRule="auto"/>
        <w:ind w:left="5040"/>
        <w:jc w:val="center"/>
        <w:rPr>
          <w:rFonts w:ascii="Times New Roman" w:hAnsi="Times New Roman"/>
          <w:kern w:val="28"/>
          <w:sz w:val="28"/>
          <w:szCs w:val="24"/>
          <w:u w:val="single"/>
          <w:lang w:eastAsia="ru-RU"/>
        </w:rPr>
      </w:pPr>
      <w:r>
        <w:rPr>
          <w:rFonts w:ascii="Times New Roman" w:hAnsi="Times New Roman"/>
          <w:kern w:val="28"/>
          <w:sz w:val="28"/>
          <w:szCs w:val="24"/>
          <w:lang w:eastAsia="ru-RU"/>
        </w:rPr>
        <w:t xml:space="preserve">от </w:t>
      </w:r>
      <w:r>
        <w:rPr>
          <w:rFonts w:ascii="Times New Roman" w:hAnsi="Times New Roman"/>
          <w:kern w:val="28"/>
          <w:sz w:val="28"/>
          <w:szCs w:val="24"/>
          <w:u w:val="single"/>
          <w:lang w:eastAsia="ru-RU"/>
        </w:rPr>
        <w:t>08.11.2021</w:t>
      </w:r>
      <w:r>
        <w:rPr>
          <w:rFonts w:ascii="Times New Roman" w:hAnsi="Times New Roman"/>
          <w:kern w:val="28"/>
          <w:sz w:val="28"/>
          <w:szCs w:val="24"/>
          <w:lang w:eastAsia="ru-RU"/>
        </w:rPr>
        <w:t xml:space="preserve"> № </w:t>
      </w:r>
      <w:r>
        <w:rPr>
          <w:rFonts w:ascii="Times New Roman" w:hAnsi="Times New Roman"/>
          <w:kern w:val="28"/>
          <w:sz w:val="28"/>
          <w:szCs w:val="24"/>
          <w:u w:val="single"/>
          <w:lang w:eastAsia="ru-RU"/>
        </w:rPr>
        <w:t>68</w:t>
      </w:r>
    </w:p>
    <w:p w:rsidR="008F23B8" w:rsidRPr="00B23708" w:rsidRDefault="008F23B8" w:rsidP="00616B2B">
      <w:pPr>
        <w:spacing w:after="0" w:line="240" w:lineRule="auto"/>
        <w:jc w:val="center"/>
        <w:rPr>
          <w:rFonts w:ascii="Times New Roman" w:hAnsi="Times New Roman"/>
          <w:bCs/>
          <w:kern w:val="28"/>
          <w:sz w:val="28"/>
          <w:szCs w:val="24"/>
          <w:lang w:eastAsia="ru-RU"/>
        </w:rPr>
      </w:pPr>
    </w:p>
    <w:p w:rsidR="008F23B8" w:rsidRPr="00B23708" w:rsidRDefault="008F23B8" w:rsidP="00616B2B">
      <w:pPr>
        <w:spacing w:after="0" w:line="240" w:lineRule="auto"/>
        <w:jc w:val="center"/>
        <w:rPr>
          <w:rFonts w:ascii="Times New Roman" w:hAnsi="Times New Roman"/>
          <w:bCs/>
          <w:kern w:val="28"/>
          <w:sz w:val="28"/>
          <w:szCs w:val="24"/>
          <w:lang w:eastAsia="ru-RU"/>
        </w:rPr>
      </w:pPr>
    </w:p>
    <w:p w:rsidR="008F23B8" w:rsidRPr="00ED128B" w:rsidRDefault="008F23B8" w:rsidP="00616B2B">
      <w:pPr>
        <w:spacing w:after="0" w:line="240" w:lineRule="auto"/>
        <w:jc w:val="center"/>
        <w:rPr>
          <w:rFonts w:ascii="Times New Roman" w:hAnsi="Times New Roman"/>
          <w:b/>
          <w:bCs/>
          <w:kern w:val="28"/>
          <w:sz w:val="28"/>
          <w:szCs w:val="24"/>
          <w:lang w:eastAsia="ru-RU"/>
        </w:rPr>
      </w:pPr>
      <w:r w:rsidRPr="00ED128B">
        <w:rPr>
          <w:rFonts w:ascii="Times New Roman" w:hAnsi="Times New Roman"/>
          <w:b/>
          <w:bCs/>
          <w:kern w:val="28"/>
          <w:sz w:val="28"/>
          <w:szCs w:val="24"/>
          <w:lang w:eastAsia="ru-RU"/>
        </w:rPr>
        <w:t>ОТЧЕТ</w:t>
      </w:r>
    </w:p>
    <w:p w:rsidR="008F23B8" w:rsidRPr="00ED128B" w:rsidRDefault="008F23B8" w:rsidP="00616B2B">
      <w:pPr>
        <w:spacing w:after="0" w:line="240" w:lineRule="auto"/>
        <w:rPr>
          <w:rFonts w:ascii="Times New Roman" w:hAnsi="Times New Roman"/>
          <w:b/>
          <w:bCs/>
          <w:kern w:val="28"/>
          <w:sz w:val="28"/>
          <w:szCs w:val="24"/>
          <w:lang w:eastAsia="ru-RU"/>
        </w:rPr>
      </w:pPr>
      <w:r w:rsidRPr="00ED128B">
        <w:rPr>
          <w:rFonts w:ascii="Times New Roman" w:hAnsi="Times New Roman"/>
          <w:b/>
          <w:bCs/>
          <w:kern w:val="28"/>
          <w:sz w:val="28"/>
          <w:szCs w:val="24"/>
          <w:lang w:eastAsia="ru-RU"/>
        </w:rPr>
        <w:t xml:space="preserve">                     об исполнении бюджета Скобелевского сельского поселения</w:t>
      </w:r>
    </w:p>
    <w:p w:rsidR="008F23B8" w:rsidRPr="00ED128B" w:rsidRDefault="008F23B8" w:rsidP="00616B2B">
      <w:pPr>
        <w:spacing w:after="0" w:line="240" w:lineRule="auto"/>
        <w:jc w:val="center"/>
        <w:rPr>
          <w:rFonts w:ascii="Times New Roman" w:hAnsi="Times New Roman"/>
          <w:b/>
          <w:bCs/>
          <w:kern w:val="28"/>
          <w:sz w:val="28"/>
          <w:szCs w:val="24"/>
          <w:lang w:eastAsia="ru-RU"/>
        </w:rPr>
      </w:pPr>
      <w:r w:rsidRPr="00ED128B">
        <w:rPr>
          <w:rFonts w:ascii="Times New Roman" w:hAnsi="Times New Roman"/>
          <w:b/>
          <w:bCs/>
          <w:kern w:val="28"/>
          <w:sz w:val="28"/>
          <w:szCs w:val="24"/>
          <w:lang w:eastAsia="ru-RU"/>
        </w:rPr>
        <w:t xml:space="preserve"> Гулькевичского района за 3 квартал 2021 года</w:t>
      </w:r>
    </w:p>
    <w:p w:rsidR="008F23B8" w:rsidRDefault="008F23B8" w:rsidP="00616B2B">
      <w:pPr>
        <w:spacing w:after="0" w:line="240" w:lineRule="auto"/>
        <w:jc w:val="center"/>
        <w:rPr>
          <w:rFonts w:ascii="Times New Roman" w:hAnsi="Times New Roman"/>
          <w:bCs/>
          <w:kern w:val="28"/>
          <w:sz w:val="28"/>
          <w:szCs w:val="24"/>
          <w:lang w:eastAsia="ru-RU"/>
        </w:rPr>
      </w:pPr>
    </w:p>
    <w:p w:rsidR="008F23B8" w:rsidRDefault="008F23B8" w:rsidP="00A5463A">
      <w:pPr>
        <w:pStyle w:val="NoSpacing"/>
        <w:jc w:val="center"/>
        <w:rPr>
          <w:rFonts w:ascii="Times New Roman" w:hAnsi="Times New Roman"/>
          <w:sz w:val="28"/>
          <w:szCs w:val="28"/>
        </w:rPr>
      </w:pPr>
      <w:smartTag w:uri="urn:schemas-microsoft-com:office:smarttags" w:element="place">
        <w:r w:rsidRPr="00A5463A">
          <w:rPr>
            <w:rFonts w:ascii="Times New Roman" w:hAnsi="Times New Roman"/>
            <w:sz w:val="28"/>
            <w:szCs w:val="28"/>
            <w:lang w:val="en-US"/>
          </w:rPr>
          <w:t>I</w:t>
        </w:r>
        <w:r>
          <w:rPr>
            <w:rFonts w:ascii="Times New Roman" w:hAnsi="Times New Roman"/>
            <w:sz w:val="28"/>
            <w:szCs w:val="28"/>
          </w:rPr>
          <w:t>.</w:t>
        </w:r>
      </w:smartTag>
      <w:r>
        <w:rPr>
          <w:rFonts w:ascii="Times New Roman" w:hAnsi="Times New Roman"/>
          <w:sz w:val="28"/>
          <w:szCs w:val="28"/>
        </w:rPr>
        <w:t xml:space="preserve"> Доходы</w:t>
      </w:r>
    </w:p>
    <w:p w:rsidR="008F23B8" w:rsidRDefault="008F23B8" w:rsidP="00A5463A">
      <w:pPr>
        <w:pStyle w:val="NoSpacing"/>
        <w:jc w:val="center"/>
        <w:rPr>
          <w:rFonts w:ascii="Times New Roman" w:hAnsi="Times New Roman"/>
          <w:bCs/>
          <w:kern w:val="28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19"/>
        <w:gridCol w:w="1984"/>
        <w:gridCol w:w="1985"/>
        <w:gridCol w:w="1591"/>
      </w:tblGrid>
      <w:tr w:rsidR="008F23B8" w:rsidRPr="00ED128B" w:rsidTr="006B2ED9">
        <w:trPr>
          <w:trHeight w:val="913"/>
        </w:trPr>
        <w:tc>
          <w:tcPr>
            <w:tcW w:w="4219" w:type="dxa"/>
            <w:vAlign w:val="center"/>
          </w:tcPr>
          <w:p w:rsidR="008F23B8" w:rsidRPr="006B2ED9" w:rsidRDefault="008F23B8" w:rsidP="006A3A1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highlight w:val="yellow"/>
              </w:rPr>
              <w:br w:type="textWrapping" w:clear="all"/>
            </w:r>
            <w:r w:rsidRPr="006B2ED9">
              <w:rPr>
                <w:rFonts w:ascii="Times New Roman" w:hAnsi="Times New Roman"/>
                <w:sz w:val="24"/>
                <w:szCs w:val="24"/>
              </w:rPr>
              <w:t>Наименование доходов</w:t>
            </w:r>
          </w:p>
          <w:p w:rsidR="008F23B8" w:rsidRPr="006B2ED9" w:rsidRDefault="008F23B8" w:rsidP="006A3A10">
            <w:pPr>
              <w:pStyle w:val="NoSpacing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2ED9">
              <w:rPr>
                <w:rFonts w:ascii="Times New Roman" w:hAnsi="Times New Roman"/>
                <w:bCs/>
                <w:sz w:val="24"/>
                <w:szCs w:val="24"/>
              </w:rPr>
              <w:t>Утверждено в бюджете на 2021 год, тыс. руб.</w:t>
            </w:r>
          </w:p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2ED9">
              <w:rPr>
                <w:rFonts w:ascii="Times New Roman" w:hAnsi="Times New Roman"/>
                <w:bCs/>
                <w:sz w:val="24"/>
                <w:szCs w:val="24"/>
              </w:rPr>
              <w:t>Исполнено на 01.10.2021 года, тыс. руб.</w:t>
            </w:r>
          </w:p>
        </w:tc>
        <w:tc>
          <w:tcPr>
            <w:tcW w:w="1591" w:type="dxa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ED9">
              <w:rPr>
                <w:rFonts w:ascii="Times New Roman" w:hAnsi="Times New Roman"/>
                <w:sz w:val="24"/>
                <w:szCs w:val="24"/>
              </w:rPr>
              <w:t>Исполнение,</w:t>
            </w:r>
          </w:p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ED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8F23B8" w:rsidRPr="00ED128B" w:rsidTr="006B2ED9">
        <w:tc>
          <w:tcPr>
            <w:tcW w:w="4219" w:type="dxa"/>
            <w:vAlign w:val="center"/>
          </w:tcPr>
          <w:p w:rsidR="008F23B8" w:rsidRPr="006B2ED9" w:rsidRDefault="008F23B8" w:rsidP="00DF5C2C">
            <w:pPr>
              <w:pStyle w:val="Heading1"/>
              <w:rPr>
                <w:b w:val="0"/>
                <w:bCs w:val="0"/>
                <w:sz w:val="24"/>
              </w:rPr>
            </w:pPr>
            <w:r w:rsidRPr="006B2ED9">
              <w:rPr>
                <w:b w:val="0"/>
                <w:bCs w:val="0"/>
                <w:sz w:val="24"/>
              </w:rPr>
              <w:t xml:space="preserve">Доходы от уплаты акцизов на ГСМ,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</w:p>
        </w:tc>
        <w:tc>
          <w:tcPr>
            <w:tcW w:w="1984" w:type="dxa"/>
            <w:vAlign w:val="center"/>
          </w:tcPr>
          <w:p w:rsidR="008F23B8" w:rsidRPr="006B2ED9" w:rsidRDefault="008F23B8" w:rsidP="006B2ED9">
            <w:pPr>
              <w:jc w:val="center"/>
              <w:rPr>
                <w:rFonts w:ascii="Times New Roman" w:hAnsi="Times New Roman"/>
                <w:sz w:val="24"/>
              </w:rPr>
            </w:pPr>
            <w:r w:rsidRPr="006B2ED9">
              <w:rPr>
                <w:rFonts w:ascii="Times New Roman" w:hAnsi="Times New Roman"/>
                <w:sz w:val="24"/>
              </w:rPr>
              <w:t>1 305,7</w:t>
            </w:r>
          </w:p>
        </w:tc>
        <w:tc>
          <w:tcPr>
            <w:tcW w:w="1985" w:type="dxa"/>
            <w:vAlign w:val="center"/>
          </w:tcPr>
          <w:p w:rsidR="008F23B8" w:rsidRPr="006B2ED9" w:rsidRDefault="008F23B8" w:rsidP="006B2ED9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8F23B8" w:rsidRPr="006B2ED9" w:rsidRDefault="008F23B8" w:rsidP="006B2ED9">
            <w:pPr>
              <w:jc w:val="center"/>
              <w:rPr>
                <w:rFonts w:ascii="Times New Roman" w:hAnsi="Times New Roman"/>
                <w:sz w:val="24"/>
              </w:rPr>
            </w:pPr>
            <w:r w:rsidRPr="006B2ED9">
              <w:rPr>
                <w:rFonts w:ascii="Times New Roman" w:hAnsi="Times New Roman"/>
                <w:sz w:val="24"/>
              </w:rPr>
              <w:t>988,7</w:t>
            </w:r>
          </w:p>
          <w:p w:rsidR="008F23B8" w:rsidRPr="006B2ED9" w:rsidRDefault="008F23B8" w:rsidP="006B2ED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91" w:type="dxa"/>
            <w:vAlign w:val="center"/>
          </w:tcPr>
          <w:p w:rsidR="008F23B8" w:rsidRPr="006B2ED9" w:rsidRDefault="008F23B8" w:rsidP="006B2ED9">
            <w:pPr>
              <w:jc w:val="center"/>
              <w:rPr>
                <w:rFonts w:ascii="Times New Roman" w:hAnsi="Times New Roman"/>
                <w:sz w:val="24"/>
              </w:rPr>
            </w:pPr>
            <w:r w:rsidRPr="006B2ED9">
              <w:rPr>
                <w:rFonts w:ascii="Times New Roman" w:hAnsi="Times New Roman"/>
                <w:sz w:val="24"/>
              </w:rPr>
              <w:t>76,0</w:t>
            </w:r>
          </w:p>
        </w:tc>
      </w:tr>
      <w:tr w:rsidR="008F23B8" w:rsidRPr="00ED128B" w:rsidTr="006B2ED9">
        <w:trPr>
          <w:trHeight w:hRule="exact" w:val="340"/>
        </w:trPr>
        <w:tc>
          <w:tcPr>
            <w:tcW w:w="4219" w:type="dxa"/>
          </w:tcPr>
          <w:p w:rsidR="008F23B8" w:rsidRPr="006B2ED9" w:rsidRDefault="008F23B8" w:rsidP="00AD4699">
            <w:pPr>
              <w:rPr>
                <w:rFonts w:ascii="Times New Roman" w:hAnsi="Times New Roman"/>
                <w:sz w:val="24"/>
                <w:szCs w:val="24"/>
              </w:rPr>
            </w:pPr>
            <w:r w:rsidRPr="006B2ED9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4" w:type="dxa"/>
            <w:vAlign w:val="center"/>
          </w:tcPr>
          <w:p w:rsidR="008F23B8" w:rsidRPr="006B2ED9" w:rsidRDefault="008F23B8" w:rsidP="006B2E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ED9">
              <w:rPr>
                <w:rFonts w:ascii="Times New Roman" w:hAnsi="Times New Roman"/>
                <w:sz w:val="24"/>
                <w:szCs w:val="24"/>
              </w:rPr>
              <w:t>560,0</w:t>
            </w:r>
          </w:p>
        </w:tc>
        <w:tc>
          <w:tcPr>
            <w:tcW w:w="1985" w:type="dxa"/>
            <w:vAlign w:val="center"/>
          </w:tcPr>
          <w:p w:rsidR="008F23B8" w:rsidRPr="006B2ED9" w:rsidRDefault="008F23B8" w:rsidP="006B2E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ED9">
              <w:rPr>
                <w:rFonts w:ascii="Times New Roman" w:hAnsi="Times New Roman"/>
                <w:sz w:val="24"/>
                <w:szCs w:val="24"/>
              </w:rPr>
              <w:t>261,5</w:t>
            </w:r>
          </w:p>
        </w:tc>
        <w:tc>
          <w:tcPr>
            <w:tcW w:w="1591" w:type="dxa"/>
            <w:vAlign w:val="center"/>
          </w:tcPr>
          <w:p w:rsidR="008F23B8" w:rsidRPr="006B2ED9" w:rsidRDefault="008F23B8" w:rsidP="006B2E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ED9">
              <w:rPr>
                <w:rFonts w:ascii="Times New Roman" w:hAnsi="Times New Roman"/>
                <w:sz w:val="24"/>
                <w:szCs w:val="24"/>
              </w:rPr>
              <w:t>47,0</w:t>
            </w:r>
          </w:p>
        </w:tc>
      </w:tr>
      <w:tr w:rsidR="008F23B8" w:rsidRPr="00ED128B" w:rsidTr="006B2ED9">
        <w:tc>
          <w:tcPr>
            <w:tcW w:w="4219" w:type="dxa"/>
          </w:tcPr>
          <w:p w:rsidR="008F23B8" w:rsidRPr="006B2ED9" w:rsidRDefault="008F23B8" w:rsidP="006A3A10">
            <w:pPr>
              <w:pStyle w:val="NoSpacing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984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2 350,0</w:t>
            </w:r>
          </w:p>
        </w:tc>
        <w:tc>
          <w:tcPr>
            <w:tcW w:w="1985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2 375,9</w:t>
            </w:r>
          </w:p>
        </w:tc>
        <w:tc>
          <w:tcPr>
            <w:tcW w:w="1591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102,0</w:t>
            </w:r>
          </w:p>
        </w:tc>
      </w:tr>
      <w:tr w:rsidR="008F23B8" w:rsidRPr="00ED128B" w:rsidTr="006B2ED9">
        <w:tc>
          <w:tcPr>
            <w:tcW w:w="4219" w:type="dxa"/>
          </w:tcPr>
          <w:p w:rsidR="008F23B8" w:rsidRPr="006B2ED9" w:rsidRDefault="008F23B8" w:rsidP="00DF5C2C">
            <w:pPr>
              <w:pStyle w:val="Heading1"/>
              <w:rPr>
                <w:b w:val="0"/>
                <w:bCs w:val="0"/>
                <w:sz w:val="24"/>
              </w:rPr>
            </w:pPr>
            <w:r w:rsidRPr="006B2ED9">
              <w:rPr>
                <w:b w:val="0"/>
                <w:bCs w:val="0"/>
                <w:sz w:val="24"/>
              </w:rPr>
              <w:t>Налог на имущество физических лиц</w:t>
            </w:r>
          </w:p>
        </w:tc>
        <w:tc>
          <w:tcPr>
            <w:tcW w:w="1984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383,4</w:t>
            </w:r>
          </w:p>
        </w:tc>
        <w:tc>
          <w:tcPr>
            <w:tcW w:w="1985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1591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20,0</w:t>
            </w:r>
          </w:p>
        </w:tc>
      </w:tr>
      <w:tr w:rsidR="008F23B8" w:rsidRPr="00ED128B" w:rsidTr="006B2ED9">
        <w:tc>
          <w:tcPr>
            <w:tcW w:w="4219" w:type="dxa"/>
          </w:tcPr>
          <w:p w:rsidR="008F23B8" w:rsidRPr="006B2ED9" w:rsidRDefault="008F23B8" w:rsidP="00DF5C2C">
            <w:pPr>
              <w:pStyle w:val="Heading1"/>
              <w:rPr>
                <w:b w:val="0"/>
                <w:bCs w:val="0"/>
                <w:sz w:val="24"/>
              </w:rPr>
            </w:pPr>
            <w:r w:rsidRPr="006B2ED9">
              <w:rPr>
                <w:b w:val="0"/>
                <w:bCs w:val="0"/>
                <w:sz w:val="24"/>
              </w:rPr>
              <w:t xml:space="preserve">Земельный налог </w:t>
            </w:r>
          </w:p>
        </w:tc>
        <w:tc>
          <w:tcPr>
            <w:tcW w:w="1984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2 550,0</w:t>
            </w:r>
          </w:p>
        </w:tc>
        <w:tc>
          <w:tcPr>
            <w:tcW w:w="1985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315,4</w:t>
            </w:r>
          </w:p>
        </w:tc>
        <w:tc>
          <w:tcPr>
            <w:tcW w:w="1591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13,0</w:t>
            </w:r>
          </w:p>
        </w:tc>
      </w:tr>
      <w:tr w:rsidR="008F23B8" w:rsidRPr="00ED128B" w:rsidTr="006B2ED9">
        <w:tc>
          <w:tcPr>
            <w:tcW w:w="4219" w:type="dxa"/>
          </w:tcPr>
          <w:p w:rsidR="008F23B8" w:rsidRPr="006B2ED9" w:rsidRDefault="008F23B8" w:rsidP="006A3A10">
            <w:pPr>
              <w:pStyle w:val="NoSpacing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Доходы от сдачи в аренду имущества</w:t>
            </w:r>
          </w:p>
        </w:tc>
        <w:tc>
          <w:tcPr>
            <w:tcW w:w="1984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985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591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89,0</w:t>
            </w:r>
          </w:p>
        </w:tc>
      </w:tr>
      <w:tr w:rsidR="008F23B8" w:rsidRPr="00ED128B" w:rsidTr="006B2ED9">
        <w:tc>
          <w:tcPr>
            <w:tcW w:w="4219" w:type="dxa"/>
          </w:tcPr>
          <w:p w:rsidR="008F23B8" w:rsidRPr="006B2ED9" w:rsidRDefault="008F23B8" w:rsidP="006A3A10">
            <w:pPr>
              <w:pStyle w:val="NoSpacing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4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985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591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90,0</w:t>
            </w:r>
          </w:p>
        </w:tc>
      </w:tr>
      <w:tr w:rsidR="008F23B8" w:rsidRPr="00ED128B" w:rsidTr="006B2ED9">
        <w:tc>
          <w:tcPr>
            <w:tcW w:w="4219" w:type="dxa"/>
          </w:tcPr>
          <w:p w:rsidR="008F23B8" w:rsidRPr="006B2ED9" w:rsidRDefault="008F23B8" w:rsidP="006A3A10">
            <w:pPr>
              <w:pStyle w:val="NoSpacing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984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985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91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100,0</w:t>
            </w:r>
          </w:p>
        </w:tc>
      </w:tr>
      <w:tr w:rsidR="008F23B8" w:rsidRPr="00ED128B" w:rsidTr="006B2ED9">
        <w:tc>
          <w:tcPr>
            <w:tcW w:w="4219" w:type="dxa"/>
          </w:tcPr>
          <w:p w:rsidR="008F23B8" w:rsidRPr="006B2ED9" w:rsidRDefault="008F23B8" w:rsidP="006A3A10">
            <w:pPr>
              <w:pStyle w:val="NoSpacing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984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591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-</w:t>
            </w:r>
          </w:p>
        </w:tc>
      </w:tr>
      <w:tr w:rsidR="008F23B8" w:rsidRPr="00ED128B" w:rsidTr="006B2ED9">
        <w:tc>
          <w:tcPr>
            <w:tcW w:w="4219" w:type="dxa"/>
          </w:tcPr>
          <w:p w:rsidR="008F23B8" w:rsidRPr="006B2ED9" w:rsidRDefault="008F23B8" w:rsidP="00A5463A">
            <w:pPr>
              <w:pStyle w:val="NoSpacing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Итого налоговые и неналоговые доходы</w:t>
            </w:r>
          </w:p>
        </w:tc>
        <w:tc>
          <w:tcPr>
            <w:tcW w:w="1984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7 172,6</w:t>
            </w:r>
          </w:p>
        </w:tc>
        <w:tc>
          <w:tcPr>
            <w:tcW w:w="1985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4 041,94</w:t>
            </w:r>
          </w:p>
        </w:tc>
        <w:tc>
          <w:tcPr>
            <w:tcW w:w="1591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57,0</w:t>
            </w:r>
          </w:p>
        </w:tc>
      </w:tr>
      <w:tr w:rsidR="008F23B8" w:rsidRPr="00ED128B" w:rsidTr="006B2ED9">
        <w:tc>
          <w:tcPr>
            <w:tcW w:w="4219" w:type="dxa"/>
          </w:tcPr>
          <w:p w:rsidR="008F23B8" w:rsidRPr="006B2ED9" w:rsidRDefault="008F23B8" w:rsidP="00A5463A">
            <w:pPr>
              <w:pStyle w:val="NoSpacing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984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4 743,6</w:t>
            </w:r>
          </w:p>
        </w:tc>
        <w:tc>
          <w:tcPr>
            <w:tcW w:w="1985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4 187,7</w:t>
            </w:r>
          </w:p>
        </w:tc>
        <w:tc>
          <w:tcPr>
            <w:tcW w:w="1591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89,0</w:t>
            </w:r>
          </w:p>
        </w:tc>
      </w:tr>
      <w:tr w:rsidR="008F23B8" w:rsidRPr="00ED128B" w:rsidTr="006B2ED9">
        <w:tc>
          <w:tcPr>
            <w:tcW w:w="4219" w:type="dxa"/>
          </w:tcPr>
          <w:p w:rsidR="008F23B8" w:rsidRPr="006B2ED9" w:rsidRDefault="008F23B8" w:rsidP="00DF5C2C">
            <w:pPr>
              <w:pStyle w:val="Heading1"/>
              <w:rPr>
                <w:b w:val="0"/>
                <w:bCs w:val="0"/>
                <w:sz w:val="24"/>
              </w:rPr>
            </w:pPr>
            <w:r w:rsidRPr="006B2ED9">
              <w:rPr>
                <w:b w:val="0"/>
                <w:bCs w:val="0"/>
                <w:sz w:val="24"/>
              </w:rPr>
              <w:t>Дотации на выравнивание уровня бюджетной обеспеченности</w:t>
            </w:r>
          </w:p>
        </w:tc>
        <w:tc>
          <w:tcPr>
            <w:tcW w:w="1984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2 067,8</w:t>
            </w:r>
          </w:p>
        </w:tc>
        <w:tc>
          <w:tcPr>
            <w:tcW w:w="1985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1 551,2</w:t>
            </w:r>
          </w:p>
        </w:tc>
        <w:tc>
          <w:tcPr>
            <w:tcW w:w="1591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75,0</w:t>
            </w:r>
          </w:p>
        </w:tc>
      </w:tr>
      <w:tr w:rsidR="008F23B8" w:rsidRPr="00ED128B" w:rsidTr="006B2ED9">
        <w:tc>
          <w:tcPr>
            <w:tcW w:w="4219" w:type="dxa"/>
          </w:tcPr>
          <w:p w:rsidR="008F23B8" w:rsidRPr="006B2ED9" w:rsidRDefault="008F23B8" w:rsidP="00DF5C2C">
            <w:pPr>
              <w:pStyle w:val="Heading1"/>
              <w:rPr>
                <w:b w:val="0"/>
                <w:bCs w:val="0"/>
                <w:sz w:val="24"/>
              </w:rPr>
            </w:pPr>
            <w:r w:rsidRPr="006B2ED9">
              <w:rPr>
                <w:b w:val="0"/>
                <w:bCs w:val="0"/>
                <w:sz w:val="24"/>
              </w:rPr>
              <w:t>Прочие субсидии бюджетам сельских поселений</w:t>
            </w:r>
          </w:p>
        </w:tc>
        <w:tc>
          <w:tcPr>
            <w:tcW w:w="1984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2 197,7</w:t>
            </w:r>
          </w:p>
        </w:tc>
        <w:tc>
          <w:tcPr>
            <w:tcW w:w="1985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2 197,7</w:t>
            </w:r>
          </w:p>
        </w:tc>
        <w:tc>
          <w:tcPr>
            <w:tcW w:w="1591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100,0</w:t>
            </w:r>
          </w:p>
        </w:tc>
      </w:tr>
      <w:tr w:rsidR="008F23B8" w:rsidRPr="00ED128B" w:rsidTr="006B2ED9">
        <w:tc>
          <w:tcPr>
            <w:tcW w:w="4219" w:type="dxa"/>
          </w:tcPr>
          <w:p w:rsidR="008F23B8" w:rsidRPr="006B2ED9" w:rsidRDefault="008F23B8" w:rsidP="00DF5C2C">
            <w:pPr>
              <w:pStyle w:val="Heading1"/>
              <w:rPr>
                <w:b w:val="0"/>
                <w:bCs w:val="0"/>
                <w:sz w:val="24"/>
              </w:rPr>
            </w:pPr>
            <w:r w:rsidRPr="006B2ED9">
              <w:rPr>
                <w:b w:val="0"/>
                <w:bCs w:val="0"/>
                <w:sz w:val="24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985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1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0</w:t>
            </w:r>
          </w:p>
        </w:tc>
      </w:tr>
      <w:tr w:rsidR="008F23B8" w:rsidRPr="00ED128B" w:rsidTr="006B2ED9">
        <w:tc>
          <w:tcPr>
            <w:tcW w:w="4219" w:type="dxa"/>
          </w:tcPr>
          <w:p w:rsidR="008F23B8" w:rsidRPr="006B2ED9" w:rsidRDefault="008F23B8" w:rsidP="00A5463A">
            <w:pPr>
              <w:pStyle w:val="NoSpacing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245,3</w:t>
            </w:r>
          </w:p>
        </w:tc>
        <w:tc>
          <w:tcPr>
            <w:tcW w:w="1985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179,4</w:t>
            </w:r>
          </w:p>
        </w:tc>
        <w:tc>
          <w:tcPr>
            <w:tcW w:w="1591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74,0</w:t>
            </w:r>
          </w:p>
        </w:tc>
      </w:tr>
      <w:tr w:rsidR="008F23B8" w:rsidRPr="00ED128B" w:rsidTr="006B2ED9">
        <w:tc>
          <w:tcPr>
            <w:tcW w:w="4219" w:type="dxa"/>
          </w:tcPr>
          <w:p w:rsidR="008F23B8" w:rsidRPr="006B2ED9" w:rsidRDefault="008F23B8" w:rsidP="00A6205A">
            <w:pPr>
              <w:pStyle w:val="NoSpacing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984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985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91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100,0</w:t>
            </w:r>
          </w:p>
        </w:tc>
      </w:tr>
      <w:tr w:rsidR="008F23B8" w:rsidRPr="00ED128B" w:rsidTr="006B2ED9">
        <w:tc>
          <w:tcPr>
            <w:tcW w:w="4219" w:type="dxa"/>
          </w:tcPr>
          <w:p w:rsidR="008F23B8" w:rsidRPr="006B2ED9" w:rsidRDefault="008F23B8" w:rsidP="00DF5C2C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4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985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59,3</w:t>
            </w:r>
          </w:p>
        </w:tc>
        <w:tc>
          <w:tcPr>
            <w:tcW w:w="1591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205,0</w:t>
            </w:r>
          </w:p>
        </w:tc>
      </w:tr>
      <w:tr w:rsidR="008F23B8" w:rsidRPr="00ED128B" w:rsidTr="006B2ED9">
        <w:tc>
          <w:tcPr>
            <w:tcW w:w="4219" w:type="dxa"/>
          </w:tcPr>
          <w:p w:rsidR="008F23B8" w:rsidRPr="006B2ED9" w:rsidRDefault="008F23B8" w:rsidP="00A5463A">
            <w:pPr>
              <w:pStyle w:val="NoSpacing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Итого безвозмездные поступления</w:t>
            </w:r>
          </w:p>
        </w:tc>
        <w:tc>
          <w:tcPr>
            <w:tcW w:w="1984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4 743,6</w:t>
            </w:r>
          </w:p>
        </w:tc>
        <w:tc>
          <w:tcPr>
            <w:tcW w:w="1985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4 187,7</w:t>
            </w:r>
          </w:p>
        </w:tc>
        <w:tc>
          <w:tcPr>
            <w:tcW w:w="1591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89,0</w:t>
            </w:r>
          </w:p>
        </w:tc>
      </w:tr>
      <w:tr w:rsidR="008F23B8" w:rsidRPr="00ED128B" w:rsidTr="006B2ED9">
        <w:tc>
          <w:tcPr>
            <w:tcW w:w="4219" w:type="dxa"/>
          </w:tcPr>
          <w:p w:rsidR="008F23B8" w:rsidRPr="006B2ED9" w:rsidRDefault="008F23B8" w:rsidP="00A5463A">
            <w:pPr>
              <w:pStyle w:val="NoSpacing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984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11 916,2</w:t>
            </w:r>
          </w:p>
        </w:tc>
        <w:tc>
          <w:tcPr>
            <w:tcW w:w="1985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8 229,6</w:t>
            </w:r>
          </w:p>
        </w:tc>
        <w:tc>
          <w:tcPr>
            <w:tcW w:w="1591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69,0</w:t>
            </w:r>
          </w:p>
        </w:tc>
      </w:tr>
    </w:tbl>
    <w:p w:rsidR="008F23B8" w:rsidRDefault="008F23B8" w:rsidP="00616B2B">
      <w:pPr>
        <w:spacing w:after="0" w:line="240" w:lineRule="auto"/>
        <w:jc w:val="center"/>
        <w:rPr>
          <w:rFonts w:ascii="Times New Roman" w:hAnsi="Times New Roman"/>
          <w:bCs/>
          <w:kern w:val="28"/>
          <w:sz w:val="28"/>
          <w:szCs w:val="24"/>
          <w:lang w:eastAsia="ru-RU"/>
        </w:rPr>
      </w:pPr>
    </w:p>
    <w:p w:rsidR="008F23B8" w:rsidRPr="00B23708" w:rsidRDefault="008F23B8" w:rsidP="00353AE9">
      <w:pPr>
        <w:spacing w:after="0" w:line="240" w:lineRule="auto"/>
        <w:jc w:val="center"/>
        <w:rPr>
          <w:rFonts w:ascii="Times New Roman" w:hAnsi="Times New Roman"/>
          <w:kern w:val="28"/>
          <w:sz w:val="28"/>
          <w:szCs w:val="24"/>
          <w:lang w:eastAsia="ru-RU"/>
        </w:rPr>
      </w:pPr>
    </w:p>
    <w:p w:rsidR="008F23B8" w:rsidRPr="00B23708" w:rsidRDefault="008F23B8" w:rsidP="00353AE9">
      <w:pPr>
        <w:spacing w:after="0" w:line="240" w:lineRule="auto"/>
        <w:jc w:val="center"/>
        <w:rPr>
          <w:rFonts w:ascii="Times New Roman" w:hAnsi="Times New Roman"/>
          <w:kern w:val="28"/>
          <w:sz w:val="28"/>
          <w:szCs w:val="24"/>
          <w:lang w:eastAsia="ru-RU"/>
        </w:rPr>
      </w:pPr>
      <w:r w:rsidRPr="00B23708">
        <w:rPr>
          <w:rFonts w:ascii="Times New Roman" w:hAnsi="Times New Roman"/>
          <w:kern w:val="28"/>
          <w:sz w:val="28"/>
          <w:szCs w:val="24"/>
          <w:lang w:eastAsia="ru-RU"/>
        </w:rPr>
        <w:t>II.</w:t>
      </w:r>
      <w:r w:rsidRPr="00B23708">
        <w:rPr>
          <w:rFonts w:ascii="Times New Roman" w:hAnsi="Times New Roman"/>
          <w:kern w:val="28"/>
          <w:sz w:val="28"/>
          <w:szCs w:val="24"/>
          <w:lang w:eastAsia="ru-RU"/>
        </w:rPr>
        <w:tab/>
        <w:t>Расходы</w:t>
      </w:r>
    </w:p>
    <w:p w:rsidR="008F23B8" w:rsidRDefault="008F23B8" w:rsidP="0043415E">
      <w:pPr>
        <w:spacing w:after="0" w:line="240" w:lineRule="auto"/>
        <w:rPr>
          <w:rFonts w:ascii="Times New Roman" w:hAnsi="Times New Roman"/>
          <w:kern w:val="28"/>
          <w:sz w:val="28"/>
          <w:szCs w:val="24"/>
          <w:lang w:eastAsia="ru-RU"/>
        </w:rPr>
      </w:pPr>
      <w:r w:rsidRPr="00B23708">
        <w:rPr>
          <w:rFonts w:ascii="Times New Roman" w:hAnsi="Times New Roman"/>
          <w:kern w:val="28"/>
          <w:sz w:val="28"/>
          <w:szCs w:val="24"/>
          <w:lang w:eastAsia="ru-RU"/>
        </w:rPr>
        <w:t xml:space="preserve">                                                                                                                 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36"/>
        <w:gridCol w:w="1288"/>
        <w:gridCol w:w="1289"/>
        <w:gridCol w:w="1630"/>
        <w:gridCol w:w="1630"/>
        <w:gridCol w:w="1099"/>
      </w:tblGrid>
      <w:tr w:rsidR="008F23B8" w:rsidRPr="00ED128B" w:rsidTr="006B2ED9">
        <w:tc>
          <w:tcPr>
            <w:tcW w:w="3236" w:type="dxa"/>
            <w:vMerge w:val="restart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2577" w:type="dxa"/>
            <w:gridSpan w:val="2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Бюджетная классификация</w:t>
            </w:r>
          </w:p>
        </w:tc>
        <w:tc>
          <w:tcPr>
            <w:tcW w:w="1630" w:type="dxa"/>
            <w:vMerge w:val="restart"/>
          </w:tcPr>
          <w:p w:rsidR="008F23B8" w:rsidRPr="006B2ED9" w:rsidRDefault="008F23B8" w:rsidP="006B2ED9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Утверждено в бюджете на 2021 год, тыс. руб.</w:t>
            </w:r>
          </w:p>
        </w:tc>
        <w:tc>
          <w:tcPr>
            <w:tcW w:w="1630" w:type="dxa"/>
            <w:vMerge w:val="restart"/>
          </w:tcPr>
          <w:p w:rsidR="008F23B8" w:rsidRPr="006B2ED9" w:rsidRDefault="008F23B8" w:rsidP="006B2ED9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Исполнено на 01.10.2021 года, тыс. руб.</w:t>
            </w:r>
          </w:p>
        </w:tc>
        <w:tc>
          <w:tcPr>
            <w:tcW w:w="1099" w:type="dxa"/>
            <w:vMerge w:val="restart"/>
          </w:tcPr>
          <w:p w:rsidR="008F23B8" w:rsidRPr="006B2ED9" w:rsidRDefault="008F23B8" w:rsidP="006B2ED9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Исполнение</w:t>
            </w:r>
          </w:p>
          <w:p w:rsidR="008F23B8" w:rsidRPr="006B2ED9" w:rsidRDefault="008F23B8" w:rsidP="006B2ED9">
            <w:pPr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%</w:t>
            </w:r>
          </w:p>
        </w:tc>
      </w:tr>
      <w:tr w:rsidR="008F23B8" w:rsidRPr="00ED128B" w:rsidTr="006B2ED9">
        <w:tc>
          <w:tcPr>
            <w:tcW w:w="3236" w:type="dxa"/>
            <w:vMerge/>
          </w:tcPr>
          <w:p w:rsidR="008F23B8" w:rsidRPr="006B2ED9" w:rsidRDefault="008F23B8" w:rsidP="006B2ED9">
            <w:pPr>
              <w:pStyle w:val="NoSpacing"/>
              <w:ind w:left="28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28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Подраз дел</w:t>
            </w:r>
          </w:p>
        </w:tc>
        <w:tc>
          <w:tcPr>
            <w:tcW w:w="1630" w:type="dxa"/>
            <w:vMerge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  <w:vMerge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F23B8" w:rsidRPr="00ED128B" w:rsidTr="006B2ED9">
        <w:tc>
          <w:tcPr>
            <w:tcW w:w="3236" w:type="dxa"/>
          </w:tcPr>
          <w:p w:rsidR="008F23B8" w:rsidRPr="006B2ED9" w:rsidRDefault="008F23B8" w:rsidP="006B2ED9">
            <w:pPr>
              <w:pStyle w:val="NoSpacing"/>
              <w:ind w:left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1. Общегосударственные вопросы</w:t>
            </w:r>
          </w:p>
        </w:tc>
        <w:tc>
          <w:tcPr>
            <w:tcW w:w="1288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8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0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3 695,8</w:t>
            </w:r>
          </w:p>
        </w:tc>
        <w:tc>
          <w:tcPr>
            <w:tcW w:w="1630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2 232,8</w:t>
            </w:r>
          </w:p>
        </w:tc>
        <w:tc>
          <w:tcPr>
            <w:tcW w:w="109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61,0</w:t>
            </w:r>
          </w:p>
        </w:tc>
      </w:tr>
      <w:tr w:rsidR="008F23B8" w:rsidRPr="00ED128B" w:rsidTr="006B2ED9">
        <w:tc>
          <w:tcPr>
            <w:tcW w:w="3236" w:type="dxa"/>
            <w:vAlign w:val="center"/>
          </w:tcPr>
          <w:p w:rsidR="008F23B8" w:rsidRPr="006B2ED9" w:rsidRDefault="008F23B8" w:rsidP="006B2ED9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288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8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0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756,4</w:t>
            </w:r>
          </w:p>
        </w:tc>
        <w:tc>
          <w:tcPr>
            <w:tcW w:w="1630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504,5</w:t>
            </w:r>
          </w:p>
        </w:tc>
        <w:tc>
          <w:tcPr>
            <w:tcW w:w="109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67,0</w:t>
            </w:r>
          </w:p>
        </w:tc>
      </w:tr>
      <w:tr w:rsidR="008F23B8" w:rsidRPr="00ED128B" w:rsidTr="006B2ED9">
        <w:tc>
          <w:tcPr>
            <w:tcW w:w="3236" w:type="dxa"/>
            <w:vAlign w:val="center"/>
          </w:tcPr>
          <w:p w:rsidR="008F23B8" w:rsidRPr="006B2ED9" w:rsidRDefault="008F23B8" w:rsidP="006B2ED9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1288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8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0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2 768,1</w:t>
            </w:r>
          </w:p>
        </w:tc>
        <w:tc>
          <w:tcPr>
            <w:tcW w:w="1630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1 643,1</w:t>
            </w:r>
          </w:p>
        </w:tc>
        <w:tc>
          <w:tcPr>
            <w:tcW w:w="109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8F23B8" w:rsidRPr="00ED128B" w:rsidTr="006B2ED9">
        <w:tc>
          <w:tcPr>
            <w:tcW w:w="3236" w:type="dxa"/>
            <w:vAlign w:val="center"/>
          </w:tcPr>
          <w:p w:rsidR="008F23B8" w:rsidRPr="006B2ED9" w:rsidRDefault="008F23B8" w:rsidP="006B2ED9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Обеспечение деятельности  органов финансового (финансово-бюджетного) надзора </w:t>
            </w:r>
          </w:p>
        </w:tc>
        <w:tc>
          <w:tcPr>
            <w:tcW w:w="1288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8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30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630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09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F23B8" w:rsidRPr="00ED128B" w:rsidTr="006B2ED9">
        <w:tc>
          <w:tcPr>
            <w:tcW w:w="3236" w:type="dxa"/>
            <w:vAlign w:val="center"/>
          </w:tcPr>
          <w:p w:rsidR="008F23B8" w:rsidRPr="006B2ED9" w:rsidRDefault="008F23B8" w:rsidP="006B2ED9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1288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8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30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30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8F23B8" w:rsidRPr="00ED128B" w:rsidTr="006B2ED9">
        <w:tc>
          <w:tcPr>
            <w:tcW w:w="3236" w:type="dxa"/>
            <w:vAlign w:val="center"/>
          </w:tcPr>
          <w:p w:rsidR="008F23B8" w:rsidRPr="006B2ED9" w:rsidRDefault="008F23B8" w:rsidP="006B2ED9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Другие общегосударственные вопросы </w:t>
            </w:r>
          </w:p>
        </w:tc>
        <w:tc>
          <w:tcPr>
            <w:tcW w:w="1288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8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0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158,5</w:t>
            </w:r>
          </w:p>
        </w:tc>
        <w:tc>
          <w:tcPr>
            <w:tcW w:w="1630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82,4</w:t>
            </w:r>
          </w:p>
        </w:tc>
        <w:tc>
          <w:tcPr>
            <w:tcW w:w="109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52,0</w:t>
            </w:r>
          </w:p>
        </w:tc>
      </w:tr>
      <w:tr w:rsidR="008F23B8" w:rsidRPr="00ED128B" w:rsidTr="006B2ED9">
        <w:tc>
          <w:tcPr>
            <w:tcW w:w="3236" w:type="dxa"/>
            <w:vAlign w:val="center"/>
          </w:tcPr>
          <w:p w:rsidR="008F23B8" w:rsidRPr="006B2ED9" w:rsidRDefault="008F23B8" w:rsidP="006B2ED9">
            <w:pPr>
              <w:spacing w:after="0" w:line="240" w:lineRule="auto"/>
              <w:ind w:left="360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2. Национальная оборона</w:t>
            </w:r>
          </w:p>
        </w:tc>
        <w:tc>
          <w:tcPr>
            <w:tcW w:w="1288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8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0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245,3</w:t>
            </w:r>
          </w:p>
        </w:tc>
        <w:tc>
          <w:tcPr>
            <w:tcW w:w="1630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179,4</w:t>
            </w:r>
          </w:p>
        </w:tc>
        <w:tc>
          <w:tcPr>
            <w:tcW w:w="109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74,0</w:t>
            </w:r>
          </w:p>
        </w:tc>
      </w:tr>
      <w:tr w:rsidR="008F23B8" w:rsidRPr="00ED128B" w:rsidTr="006B2ED9">
        <w:tc>
          <w:tcPr>
            <w:tcW w:w="3236" w:type="dxa"/>
            <w:vAlign w:val="center"/>
          </w:tcPr>
          <w:p w:rsidR="008F23B8" w:rsidRPr="006B2ED9" w:rsidRDefault="008F23B8" w:rsidP="006B2ED9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88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8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0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245,3</w:t>
            </w:r>
          </w:p>
        </w:tc>
        <w:tc>
          <w:tcPr>
            <w:tcW w:w="1630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179,4</w:t>
            </w:r>
          </w:p>
        </w:tc>
        <w:tc>
          <w:tcPr>
            <w:tcW w:w="109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74,0</w:t>
            </w:r>
          </w:p>
        </w:tc>
      </w:tr>
      <w:tr w:rsidR="008F23B8" w:rsidRPr="00ED128B" w:rsidTr="006B2ED9">
        <w:tc>
          <w:tcPr>
            <w:tcW w:w="3236" w:type="dxa"/>
            <w:vAlign w:val="center"/>
          </w:tcPr>
          <w:p w:rsidR="008F23B8" w:rsidRPr="006B2ED9" w:rsidRDefault="008F23B8" w:rsidP="006B2ED9">
            <w:pPr>
              <w:spacing w:after="0" w:line="240" w:lineRule="auto"/>
              <w:ind w:left="318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3. Национальная безопасность и правоохранительная деятельность</w:t>
            </w:r>
          </w:p>
        </w:tc>
        <w:tc>
          <w:tcPr>
            <w:tcW w:w="1288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8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0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630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8F23B8" w:rsidRPr="00ED128B" w:rsidTr="006B2ED9">
        <w:tc>
          <w:tcPr>
            <w:tcW w:w="3236" w:type="dxa"/>
            <w:vAlign w:val="center"/>
          </w:tcPr>
          <w:p w:rsidR="008F23B8" w:rsidRPr="006B2ED9" w:rsidRDefault="008F23B8" w:rsidP="006B2ED9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Защита населения и территорий от чрезвычайных ситуаций природного и техногенного характера, пожарная безопасность</w:t>
            </w:r>
          </w:p>
        </w:tc>
        <w:tc>
          <w:tcPr>
            <w:tcW w:w="1288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8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0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630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8F23B8" w:rsidRPr="00ED128B" w:rsidTr="006B2ED9">
        <w:tc>
          <w:tcPr>
            <w:tcW w:w="3236" w:type="dxa"/>
            <w:vAlign w:val="center"/>
          </w:tcPr>
          <w:p w:rsidR="008F23B8" w:rsidRPr="006B2ED9" w:rsidRDefault="008F23B8" w:rsidP="006B2ED9">
            <w:pPr>
              <w:spacing w:after="0" w:line="240" w:lineRule="auto"/>
              <w:ind w:left="360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4. Национальная экономика</w:t>
            </w:r>
          </w:p>
        </w:tc>
        <w:tc>
          <w:tcPr>
            <w:tcW w:w="1288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8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0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3 958,9</w:t>
            </w:r>
          </w:p>
        </w:tc>
        <w:tc>
          <w:tcPr>
            <w:tcW w:w="1630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3 268,5 </w:t>
            </w:r>
          </w:p>
        </w:tc>
        <w:tc>
          <w:tcPr>
            <w:tcW w:w="109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83,0</w:t>
            </w:r>
          </w:p>
        </w:tc>
      </w:tr>
      <w:tr w:rsidR="008F23B8" w:rsidRPr="00ED128B" w:rsidTr="006B2ED9">
        <w:tc>
          <w:tcPr>
            <w:tcW w:w="3236" w:type="dxa"/>
            <w:vAlign w:val="center"/>
          </w:tcPr>
          <w:p w:rsidR="008F23B8" w:rsidRPr="006B2ED9" w:rsidRDefault="008F23B8" w:rsidP="006B2ED9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1288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8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30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3 958,9</w:t>
            </w:r>
          </w:p>
        </w:tc>
        <w:tc>
          <w:tcPr>
            <w:tcW w:w="1630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3 268,5 </w:t>
            </w:r>
          </w:p>
        </w:tc>
        <w:tc>
          <w:tcPr>
            <w:tcW w:w="109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83,0</w:t>
            </w:r>
          </w:p>
        </w:tc>
      </w:tr>
      <w:tr w:rsidR="008F23B8" w:rsidRPr="00ED128B" w:rsidTr="006B2ED9">
        <w:tc>
          <w:tcPr>
            <w:tcW w:w="3236" w:type="dxa"/>
            <w:vAlign w:val="center"/>
          </w:tcPr>
          <w:p w:rsidR="008F23B8" w:rsidRPr="006B2ED9" w:rsidRDefault="008F23B8" w:rsidP="006B2ED9">
            <w:pPr>
              <w:spacing w:after="0" w:line="240" w:lineRule="auto"/>
              <w:ind w:left="318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5.</w:t>
            </w:r>
            <w:r w:rsidRPr="006B2ED9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ab/>
              <w:t>Жилищно-коммунальное хозяйство</w:t>
            </w:r>
          </w:p>
        </w:tc>
        <w:tc>
          <w:tcPr>
            <w:tcW w:w="1288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8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0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517,9</w:t>
            </w:r>
          </w:p>
        </w:tc>
        <w:tc>
          <w:tcPr>
            <w:tcW w:w="1630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109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8F23B8" w:rsidRPr="00ED128B" w:rsidTr="006B2ED9">
        <w:tc>
          <w:tcPr>
            <w:tcW w:w="3236" w:type="dxa"/>
            <w:vAlign w:val="center"/>
          </w:tcPr>
          <w:p w:rsidR="008F23B8" w:rsidRPr="006B2ED9" w:rsidRDefault="008F23B8" w:rsidP="006B2ED9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88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8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0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198,0</w:t>
            </w:r>
          </w:p>
        </w:tc>
        <w:tc>
          <w:tcPr>
            <w:tcW w:w="1630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8F23B8" w:rsidRPr="00ED128B" w:rsidTr="006B2ED9">
        <w:tc>
          <w:tcPr>
            <w:tcW w:w="3236" w:type="dxa"/>
            <w:vAlign w:val="center"/>
          </w:tcPr>
          <w:p w:rsidR="008F23B8" w:rsidRPr="006B2ED9" w:rsidRDefault="008F23B8" w:rsidP="006B2ED9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88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8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0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319,9</w:t>
            </w:r>
          </w:p>
        </w:tc>
        <w:tc>
          <w:tcPr>
            <w:tcW w:w="1630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109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8F23B8" w:rsidRPr="00ED128B" w:rsidTr="006B2ED9">
        <w:tc>
          <w:tcPr>
            <w:tcW w:w="3236" w:type="dxa"/>
            <w:vAlign w:val="center"/>
          </w:tcPr>
          <w:p w:rsidR="008F23B8" w:rsidRPr="006B2ED9" w:rsidRDefault="008F23B8" w:rsidP="006B2ED9">
            <w:pPr>
              <w:spacing w:after="0" w:line="240" w:lineRule="auto"/>
              <w:ind w:left="318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6.</w:t>
            </w:r>
            <w:r w:rsidRPr="006B2ED9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ab/>
              <w:t xml:space="preserve">Культура, кинематография </w:t>
            </w:r>
          </w:p>
        </w:tc>
        <w:tc>
          <w:tcPr>
            <w:tcW w:w="1288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8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0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4 775,5</w:t>
            </w:r>
          </w:p>
        </w:tc>
        <w:tc>
          <w:tcPr>
            <w:tcW w:w="1630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3 245,7</w:t>
            </w:r>
          </w:p>
        </w:tc>
        <w:tc>
          <w:tcPr>
            <w:tcW w:w="109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68,0</w:t>
            </w:r>
          </w:p>
        </w:tc>
      </w:tr>
      <w:tr w:rsidR="008F23B8" w:rsidRPr="00ED128B" w:rsidTr="006B2ED9">
        <w:tc>
          <w:tcPr>
            <w:tcW w:w="3236" w:type="dxa"/>
            <w:vAlign w:val="center"/>
          </w:tcPr>
          <w:p w:rsidR="008F23B8" w:rsidRPr="006B2ED9" w:rsidRDefault="008F23B8" w:rsidP="006B2ED9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88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8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0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4 775,5</w:t>
            </w:r>
          </w:p>
        </w:tc>
        <w:tc>
          <w:tcPr>
            <w:tcW w:w="1630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3 245,7</w:t>
            </w:r>
          </w:p>
        </w:tc>
        <w:tc>
          <w:tcPr>
            <w:tcW w:w="109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68,0</w:t>
            </w:r>
          </w:p>
        </w:tc>
      </w:tr>
      <w:tr w:rsidR="008F23B8" w:rsidRPr="00ED128B" w:rsidTr="006B2ED9">
        <w:tc>
          <w:tcPr>
            <w:tcW w:w="3236" w:type="dxa"/>
            <w:vAlign w:val="center"/>
          </w:tcPr>
          <w:p w:rsidR="008F23B8" w:rsidRPr="006B2ED9" w:rsidRDefault="008F23B8" w:rsidP="006B2ED9">
            <w:pPr>
              <w:spacing w:after="0" w:line="240" w:lineRule="auto"/>
              <w:ind w:left="360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7. Социальная политика</w:t>
            </w:r>
          </w:p>
        </w:tc>
        <w:tc>
          <w:tcPr>
            <w:tcW w:w="1288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8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0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30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09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8F23B8" w:rsidRPr="00ED128B" w:rsidTr="006B2ED9">
        <w:tc>
          <w:tcPr>
            <w:tcW w:w="3236" w:type="dxa"/>
            <w:vAlign w:val="center"/>
          </w:tcPr>
          <w:p w:rsidR="008F23B8" w:rsidRPr="006B2ED9" w:rsidRDefault="008F23B8" w:rsidP="006B2ED9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88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8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0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30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09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8F23B8" w:rsidRPr="00ED128B" w:rsidTr="006B2ED9">
        <w:tc>
          <w:tcPr>
            <w:tcW w:w="3236" w:type="dxa"/>
            <w:vAlign w:val="center"/>
          </w:tcPr>
          <w:p w:rsidR="008F23B8" w:rsidRPr="006B2ED9" w:rsidRDefault="008F23B8" w:rsidP="006B2ED9">
            <w:pPr>
              <w:spacing w:after="0" w:line="240" w:lineRule="auto"/>
              <w:ind w:left="360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8. Физическая культура и спорт</w:t>
            </w:r>
          </w:p>
        </w:tc>
        <w:tc>
          <w:tcPr>
            <w:tcW w:w="1288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8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0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277,0</w:t>
            </w:r>
          </w:p>
        </w:tc>
        <w:tc>
          <w:tcPr>
            <w:tcW w:w="1630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09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93,0</w:t>
            </w:r>
          </w:p>
        </w:tc>
      </w:tr>
      <w:tr w:rsidR="008F23B8" w:rsidRPr="00ED128B" w:rsidTr="006B2ED9">
        <w:tc>
          <w:tcPr>
            <w:tcW w:w="3236" w:type="dxa"/>
            <w:vAlign w:val="center"/>
          </w:tcPr>
          <w:p w:rsidR="008F23B8" w:rsidRPr="006B2ED9" w:rsidRDefault="008F23B8" w:rsidP="006B2ED9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288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8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0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277,0</w:t>
            </w:r>
          </w:p>
        </w:tc>
        <w:tc>
          <w:tcPr>
            <w:tcW w:w="1630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09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93,0</w:t>
            </w:r>
          </w:p>
        </w:tc>
      </w:tr>
      <w:tr w:rsidR="008F23B8" w:rsidRPr="00ED128B" w:rsidTr="006B2ED9">
        <w:tc>
          <w:tcPr>
            <w:tcW w:w="3236" w:type="dxa"/>
            <w:vAlign w:val="center"/>
          </w:tcPr>
          <w:p w:rsidR="008F23B8" w:rsidRPr="006B2ED9" w:rsidRDefault="008F23B8" w:rsidP="006B2ED9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288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13 488,2</w:t>
            </w:r>
          </w:p>
        </w:tc>
        <w:tc>
          <w:tcPr>
            <w:tcW w:w="1630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9 328,3</w:t>
            </w:r>
          </w:p>
        </w:tc>
        <w:tc>
          <w:tcPr>
            <w:tcW w:w="1099" w:type="dxa"/>
            <w:vAlign w:val="center"/>
          </w:tcPr>
          <w:p w:rsidR="008F23B8" w:rsidRPr="006B2ED9" w:rsidRDefault="008F23B8" w:rsidP="006B2ED9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2ED9">
              <w:rPr>
                <w:rFonts w:ascii="Times New Roman" w:hAnsi="Times New Roman"/>
                <w:sz w:val="24"/>
                <w:szCs w:val="24"/>
                <w:lang w:eastAsia="ru-RU"/>
              </w:rPr>
              <w:t>70,0</w:t>
            </w:r>
          </w:p>
        </w:tc>
      </w:tr>
    </w:tbl>
    <w:p w:rsidR="008F23B8" w:rsidRDefault="008F23B8" w:rsidP="0043415E">
      <w:pPr>
        <w:spacing w:after="0" w:line="240" w:lineRule="auto"/>
        <w:rPr>
          <w:rFonts w:ascii="Times New Roman" w:hAnsi="Times New Roman"/>
          <w:kern w:val="28"/>
          <w:sz w:val="28"/>
          <w:szCs w:val="24"/>
          <w:lang w:eastAsia="ru-RU"/>
        </w:rPr>
      </w:pPr>
    </w:p>
    <w:p w:rsidR="008F23B8" w:rsidRPr="00B23708" w:rsidRDefault="008F23B8" w:rsidP="0043415E">
      <w:pPr>
        <w:spacing w:after="0" w:line="240" w:lineRule="auto"/>
        <w:rPr>
          <w:rFonts w:ascii="Times New Roman" w:hAnsi="Times New Roman"/>
          <w:kern w:val="28"/>
          <w:sz w:val="28"/>
          <w:szCs w:val="24"/>
          <w:lang w:eastAsia="ru-RU"/>
        </w:rPr>
      </w:pPr>
      <w:r w:rsidRPr="00B23708">
        <w:rPr>
          <w:rFonts w:ascii="Times New Roman" w:hAnsi="Times New Roman"/>
          <w:kern w:val="28"/>
          <w:sz w:val="28"/>
          <w:szCs w:val="24"/>
          <w:lang w:eastAsia="ru-RU"/>
        </w:rPr>
        <w:t xml:space="preserve">                                                                                                                           </w:t>
      </w:r>
    </w:p>
    <w:p w:rsidR="008F23B8" w:rsidRPr="00B23708" w:rsidRDefault="008F23B8" w:rsidP="008B2B3F">
      <w:pPr>
        <w:spacing w:after="0" w:line="240" w:lineRule="auto"/>
        <w:ind w:left="360"/>
        <w:jc w:val="center"/>
        <w:rPr>
          <w:rFonts w:ascii="Times New Roman" w:hAnsi="Times New Roman"/>
          <w:kern w:val="28"/>
          <w:sz w:val="28"/>
          <w:szCs w:val="24"/>
          <w:lang w:eastAsia="ru-RU"/>
        </w:rPr>
      </w:pPr>
      <w:r>
        <w:rPr>
          <w:rFonts w:ascii="Times New Roman" w:hAnsi="Times New Roman"/>
          <w:kern w:val="28"/>
          <w:sz w:val="28"/>
          <w:szCs w:val="24"/>
          <w:lang w:val="en-US" w:eastAsia="ru-RU"/>
        </w:rPr>
        <w:t>III</w:t>
      </w:r>
      <w:r>
        <w:rPr>
          <w:rFonts w:ascii="Times New Roman" w:hAnsi="Times New Roman"/>
          <w:kern w:val="28"/>
          <w:sz w:val="28"/>
          <w:szCs w:val="24"/>
          <w:lang w:eastAsia="ru-RU"/>
        </w:rPr>
        <w:t>. И</w:t>
      </w:r>
      <w:r w:rsidRPr="00B23708">
        <w:rPr>
          <w:rFonts w:ascii="Times New Roman" w:hAnsi="Times New Roman"/>
          <w:kern w:val="28"/>
          <w:sz w:val="28"/>
          <w:szCs w:val="24"/>
          <w:lang w:eastAsia="ru-RU"/>
        </w:rPr>
        <w:t>сточники внутреннего финансирования дефицита бюджета</w:t>
      </w:r>
    </w:p>
    <w:p w:rsidR="008F23B8" w:rsidRPr="00B23708" w:rsidRDefault="008F23B8" w:rsidP="00CC4382">
      <w:pPr>
        <w:spacing w:after="0" w:line="240" w:lineRule="auto"/>
        <w:rPr>
          <w:rFonts w:ascii="Times New Roman" w:hAnsi="Times New Roman"/>
          <w:kern w:val="28"/>
          <w:sz w:val="28"/>
          <w:szCs w:val="24"/>
          <w:lang w:eastAsia="ru-RU"/>
        </w:rPr>
      </w:pPr>
      <w:r w:rsidRPr="00B23708">
        <w:rPr>
          <w:rFonts w:ascii="Times New Roman" w:hAnsi="Times New Roman"/>
          <w:kern w:val="28"/>
          <w:sz w:val="28"/>
          <w:szCs w:val="24"/>
          <w:lang w:eastAsia="ru-RU"/>
        </w:rPr>
        <w:t xml:space="preserve">                                                                                                                </w:t>
      </w:r>
    </w:p>
    <w:tbl>
      <w:tblPr>
        <w:tblpPr w:leftFromText="180" w:rightFromText="180" w:vertAnchor="text" w:horzAnchor="margin" w:tblpX="-176" w:tblpY="237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2"/>
        <w:gridCol w:w="2566"/>
        <w:gridCol w:w="2567"/>
      </w:tblGrid>
      <w:tr w:rsidR="008F23B8" w:rsidRPr="00B23708" w:rsidTr="00C57A0A">
        <w:tc>
          <w:tcPr>
            <w:tcW w:w="4932" w:type="dxa"/>
            <w:vAlign w:val="center"/>
          </w:tcPr>
          <w:p w:rsidR="008F23B8" w:rsidRPr="00B23708" w:rsidRDefault="008F23B8" w:rsidP="00CC4382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B23708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566" w:type="dxa"/>
          </w:tcPr>
          <w:p w:rsidR="008F23B8" w:rsidRPr="00B23708" w:rsidRDefault="008F23B8" w:rsidP="00FE2BAC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B23708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Утверждено в бюджете на 20</w:t>
            </w: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21</w:t>
            </w:r>
            <w:r w:rsidRPr="00B23708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2567" w:type="dxa"/>
          </w:tcPr>
          <w:p w:rsidR="008F23B8" w:rsidRDefault="008F23B8" w:rsidP="00FE2BAC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 w:rsidRPr="00B23708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Исполнено на 01.</w:t>
            </w: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10</w:t>
            </w:r>
            <w:r w:rsidRPr="00B23708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.20</w:t>
            </w: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21</w:t>
            </w:r>
            <w:r w:rsidRPr="00B23708"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 xml:space="preserve"> г</w:t>
            </w: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 xml:space="preserve">ода, </w:t>
            </w:r>
          </w:p>
          <w:p w:rsidR="008F23B8" w:rsidRPr="00B23708" w:rsidRDefault="008F23B8" w:rsidP="00FE2BAC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  <w:lang w:eastAsia="ru-RU"/>
              </w:rPr>
              <w:t>тыс. руб.</w:t>
            </w:r>
          </w:p>
        </w:tc>
      </w:tr>
      <w:tr w:rsidR="008F23B8" w:rsidRPr="00B23708" w:rsidTr="00C57A0A">
        <w:tc>
          <w:tcPr>
            <w:tcW w:w="4932" w:type="dxa"/>
            <w:vAlign w:val="center"/>
          </w:tcPr>
          <w:p w:rsidR="008F23B8" w:rsidRPr="00B23708" w:rsidRDefault="008F23B8" w:rsidP="00CC4382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B2370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Источники финансирования дефицита бюджета всего:</w:t>
            </w:r>
          </w:p>
        </w:tc>
        <w:tc>
          <w:tcPr>
            <w:tcW w:w="2566" w:type="dxa"/>
            <w:vAlign w:val="center"/>
          </w:tcPr>
          <w:p w:rsidR="008F23B8" w:rsidRPr="00B23708" w:rsidRDefault="008F23B8" w:rsidP="00FE2BAC">
            <w:pPr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1 572,0</w:t>
            </w:r>
          </w:p>
        </w:tc>
        <w:tc>
          <w:tcPr>
            <w:tcW w:w="2567" w:type="dxa"/>
            <w:vAlign w:val="center"/>
          </w:tcPr>
          <w:p w:rsidR="008F23B8" w:rsidRPr="00B23708" w:rsidRDefault="008F23B8" w:rsidP="00FE2BAC">
            <w:pPr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1 098,7</w:t>
            </w:r>
          </w:p>
        </w:tc>
      </w:tr>
      <w:tr w:rsidR="008F23B8" w:rsidRPr="00B23708" w:rsidTr="00C57A0A">
        <w:tc>
          <w:tcPr>
            <w:tcW w:w="4932" w:type="dxa"/>
            <w:vAlign w:val="center"/>
          </w:tcPr>
          <w:p w:rsidR="008F23B8" w:rsidRPr="00B23708" w:rsidRDefault="008F23B8" w:rsidP="0046379F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Погашение кредитов</w:t>
            </w:r>
          </w:p>
        </w:tc>
        <w:tc>
          <w:tcPr>
            <w:tcW w:w="2566" w:type="dxa"/>
            <w:vAlign w:val="center"/>
          </w:tcPr>
          <w:p w:rsidR="008F23B8" w:rsidRPr="00B23708" w:rsidRDefault="008F23B8" w:rsidP="0046379F">
            <w:pPr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2567" w:type="dxa"/>
            <w:vAlign w:val="center"/>
          </w:tcPr>
          <w:p w:rsidR="008F23B8" w:rsidRPr="00B23708" w:rsidRDefault="008F23B8" w:rsidP="00C27F28">
            <w:pPr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</w:p>
        </w:tc>
      </w:tr>
      <w:tr w:rsidR="008F23B8" w:rsidRPr="00B23708" w:rsidTr="00C57A0A">
        <w:tc>
          <w:tcPr>
            <w:tcW w:w="4932" w:type="dxa"/>
            <w:vAlign w:val="center"/>
          </w:tcPr>
          <w:p w:rsidR="008F23B8" w:rsidRPr="00B23708" w:rsidRDefault="008F23B8" w:rsidP="0046379F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B2370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2566" w:type="dxa"/>
            <w:vAlign w:val="center"/>
          </w:tcPr>
          <w:p w:rsidR="008F23B8" w:rsidRPr="00B23708" w:rsidRDefault="008F23B8" w:rsidP="00FE2BAC">
            <w:pPr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1 572,0</w:t>
            </w:r>
          </w:p>
        </w:tc>
        <w:tc>
          <w:tcPr>
            <w:tcW w:w="2567" w:type="dxa"/>
            <w:vAlign w:val="center"/>
          </w:tcPr>
          <w:p w:rsidR="008F23B8" w:rsidRPr="00B23708" w:rsidRDefault="008F23B8" w:rsidP="00FE2BAC">
            <w:pPr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1 098,7</w:t>
            </w:r>
          </w:p>
        </w:tc>
      </w:tr>
      <w:tr w:rsidR="008F23B8" w:rsidRPr="00B23708" w:rsidTr="00C57A0A">
        <w:tc>
          <w:tcPr>
            <w:tcW w:w="4932" w:type="dxa"/>
            <w:vAlign w:val="center"/>
          </w:tcPr>
          <w:p w:rsidR="008F23B8" w:rsidRPr="00B23708" w:rsidRDefault="008F23B8" w:rsidP="00395962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B2370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Увеличение остатков средств</w:t>
            </w:r>
          </w:p>
        </w:tc>
        <w:tc>
          <w:tcPr>
            <w:tcW w:w="2566" w:type="dxa"/>
            <w:vAlign w:val="center"/>
          </w:tcPr>
          <w:p w:rsidR="008F23B8" w:rsidRPr="00B23708" w:rsidRDefault="008F23B8" w:rsidP="00FE2BAC">
            <w:pPr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B23708">
              <w:rPr>
                <w:rFonts w:ascii="Times New Roman" w:hAnsi="Times New Roman"/>
                <w:kern w:val="28"/>
                <w:sz w:val="24"/>
                <w:szCs w:val="24"/>
                <w:lang w:val="en-US" w:eastAsia="ru-RU"/>
              </w:rPr>
              <w:t>-</w:t>
            </w: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11 916,2</w:t>
            </w:r>
          </w:p>
        </w:tc>
        <w:tc>
          <w:tcPr>
            <w:tcW w:w="2567" w:type="dxa"/>
            <w:vAlign w:val="center"/>
          </w:tcPr>
          <w:p w:rsidR="008F23B8" w:rsidRPr="00B23708" w:rsidRDefault="008F23B8" w:rsidP="00FE2BAC">
            <w:pPr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B2370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8 229,6</w:t>
            </w:r>
          </w:p>
        </w:tc>
      </w:tr>
      <w:tr w:rsidR="008F23B8" w:rsidRPr="00B23708" w:rsidTr="00C57A0A">
        <w:tc>
          <w:tcPr>
            <w:tcW w:w="4932" w:type="dxa"/>
            <w:vAlign w:val="center"/>
          </w:tcPr>
          <w:p w:rsidR="008F23B8" w:rsidRPr="00B23708" w:rsidRDefault="008F23B8" w:rsidP="00CC4382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B23708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Уменьшение остатков средств</w:t>
            </w:r>
          </w:p>
        </w:tc>
        <w:tc>
          <w:tcPr>
            <w:tcW w:w="2566" w:type="dxa"/>
            <w:vAlign w:val="center"/>
          </w:tcPr>
          <w:p w:rsidR="008F23B8" w:rsidRPr="00B23708" w:rsidRDefault="008F23B8" w:rsidP="00FE2BAC">
            <w:pPr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 13 488,2</w:t>
            </w:r>
          </w:p>
        </w:tc>
        <w:tc>
          <w:tcPr>
            <w:tcW w:w="2567" w:type="dxa"/>
            <w:vAlign w:val="center"/>
          </w:tcPr>
          <w:p w:rsidR="008F23B8" w:rsidRPr="00B23708" w:rsidRDefault="008F23B8" w:rsidP="000C6123">
            <w:pPr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 9 328,3</w:t>
            </w:r>
          </w:p>
        </w:tc>
      </w:tr>
    </w:tbl>
    <w:p w:rsidR="008F23B8" w:rsidRPr="00FE2BAC" w:rsidRDefault="008F23B8" w:rsidP="004F105B">
      <w:pPr>
        <w:spacing w:after="0" w:line="240" w:lineRule="auto"/>
        <w:ind w:left="-284"/>
        <w:rPr>
          <w:sz w:val="28"/>
          <w:szCs w:val="28"/>
        </w:rPr>
      </w:pPr>
    </w:p>
    <w:p w:rsidR="008F23B8" w:rsidRPr="00FE2BAC" w:rsidRDefault="008F23B8" w:rsidP="004F105B">
      <w:pPr>
        <w:spacing w:after="0" w:line="240" w:lineRule="auto"/>
        <w:ind w:left="-284"/>
        <w:rPr>
          <w:sz w:val="28"/>
          <w:szCs w:val="28"/>
        </w:rPr>
      </w:pPr>
    </w:p>
    <w:p w:rsidR="008F23B8" w:rsidRPr="00B23708" w:rsidRDefault="008F23B8" w:rsidP="00FE2BAC">
      <w:pPr>
        <w:spacing w:after="0" w:line="240" w:lineRule="auto"/>
        <w:rPr>
          <w:rFonts w:ascii="Times New Roman" w:hAnsi="Times New Roman"/>
          <w:kern w:val="28"/>
          <w:sz w:val="28"/>
          <w:szCs w:val="24"/>
          <w:lang w:eastAsia="ru-RU"/>
        </w:rPr>
      </w:pPr>
      <w:r>
        <w:rPr>
          <w:rFonts w:ascii="Times New Roman" w:hAnsi="Times New Roman"/>
          <w:kern w:val="28"/>
          <w:sz w:val="28"/>
          <w:szCs w:val="24"/>
          <w:lang w:eastAsia="ru-RU"/>
        </w:rPr>
        <w:t>Ведущий специалист</w:t>
      </w:r>
      <w:r w:rsidRPr="00B23708">
        <w:rPr>
          <w:rFonts w:ascii="Times New Roman" w:hAnsi="Times New Roman"/>
          <w:kern w:val="28"/>
          <w:sz w:val="28"/>
          <w:szCs w:val="24"/>
          <w:lang w:eastAsia="ru-RU"/>
        </w:rPr>
        <w:t xml:space="preserve"> администрации </w:t>
      </w:r>
    </w:p>
    <w:p w:rsidR="008F23B8" w:rsidRDefault="008F23B8" w:rsidP="00FE2BAC">
      <w:pPr>
        <w:spacing w:after="0" w:line="240" w:lineRule="auto"/>
        <w:rPr>
          <w:rFonts w:ascii="Times New Roman" w:hAnsi="Times New Roman"/>
          <w:kern w:val="28"/>
          <w:sz w:val="28"/>
          <w:szCs w:val="24"/>
          <w:lang w:eastAsia="ru-RU"/>
        </w:rPr>
      </w:pPr>
      <w:r>
        <w:rPr>
          <w:rFonts w:ascii="Times New Roman" w:hAnsi="Times New Roman"/>
          <w:kern w:val="28"/>
          <w:sz w:val="28"/>
          <w:szCs w:val="24"/>
          <w:lang w:eastAsia="ru-RU"/>
        </w:rPr>
        <w:t xml:space="preserve">Скобелевского сельского поселения </w:t>
      </w:r>
    </w:p>
    <w:p w:rsidR="008F23B8" w:rsidRPr="00B23708" w:rsidRDefault="008F23B8" w:rsidP="00FE2BAC">
      <w:pPr>
        <w:spacing w:after="0" w:line="240" w:lineRule="auto"/>
      </w:pPr>
      <w:r>
        <w:rPr>
          <w:rFonts w:ascii="Times New Roman" w:hAnsi="Times New Roman"/>
          <w:kern w:val="28"/>
          <w:sz w:val="28"/>
          <w:szCs w:val="24"/>
          <w:lang w:eastAsia="ru-RU"/>
        </w:rPr>
        <w:t>Гулькевичского района</w:t>
      </w:r>
      <w:r w:rsidRPr="00B23708">
        <w:rPr>
          <w:rFonts w:ascii="Times New Roman" w:hAnsi="Times New Roman"/>
          <w:kern w:val="28"/>
          <w:sz w:val="28"/>
          <w:szCs w:val="24"/>
          <w:lang w:eastAsia="ru-RU"/>
        </w:rPr>
        <w:t xml:space="preserve">                </w:t>
      </w:r>
      <w:bookmarkStart w:id="0" w:name="_GoBack"/>
      <w:bookmarkEnd w:id="0"/>
      <w:r w:rsidRPr="00B23708">
        <w:rPr>
          <w:rFonts w:ascii="Times New Roman" w:hAnsi="Times New Roman"/>
          <w:kern w:val="28"/>
          <w:sz w:val="28"/>
          <w:szCs w:val="24"/>
          <w:lang w:eastAsia="ru-RU"/>
        </w:rPr>
        <w:t xml:space="preserve">                    </w:t>
      </w:r>
      <w:r>
        <w:rPr>
          <w:rFonts w:ascii="Times New Roman" w:hAnsi="Times New Roman"/>
          <w:kern w:val="28"/>
          <w:sz w:val="28"/>
          <w:szCs w:val="24"/>
          <w:lang w:eastAsia="ru-RU"/>
        </w:rPr>
        <w:t xml:space="preserve">                       </w:t>
      </w:r>
      <w:r w:rsidRPr="00B23708">
        <w:rPr>
          <w:rFonts w:ascii="Times New Roman" w:hAnsi="Times New Roman"/>
          <w:kern w:val="28"/>
          <w:sz w:val="28"/>
          <w:szCs w:val="24"/>
          <w:lang w:eastAsia="ru-RU"/>
        </w:rPr>
        <w:t xml:space="preserve">         </w:t>
      </w:r>
      <w:r>
        <w:rPr>
          <w:rFonts w:ascii="Times New Roman" w:hAnsi="Times New Roman"/>
          <w:kern w:val="28"/>
          <w:sz w:val="28"/>
          <w:szCs w:val="24"/>
          <w:lang w:eastAsia="ru-RU"/>
        </w:rPr>
        <w:t>С.В. Коноваленко</w:t>
      </w:r>
      <w:r w:rsidRPr="00B23708">
        <w:rPr>
          <w:rFonts w:ascii="Times New Roman" w:hAnsi="Times New Roman"/>
          <w:kern w:val="28"/>
          <w:sz w:val="28"/>
          <w:szCs w:val="24"/>
          <w:lang w:eastAsia="ru-RU"/>
        </w:rPr>
        <w:t xml:space="preserve"> </w:t>
      </w:r>
    </w:p>
    <w:sectPr w:rsidR="008F23B8" w:rsidRPr="00B23708" w:rsidSect="006A3A10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3B8" w:rsidRDefault="008F23B8" w:rsidP="00605B49">
      <w:pPr>
        <w:spacing w:after="0" w:line="240" w:lineRule="auto"/>
      </w:pPr>
      <w:r>
        <w:separator/>
      </w:r>
    </w:p>
  </w:endnote>
  <w:endnote w:type="continuationSeparator" w:id="0">
    <w:p w:rsidR="008F23B8" w:rsidRDefault="008F23B8" w:rsidP="00605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3B8" w:rsidRDefault="008F23B8" w:rsidP="00605B49">
      <w:pPr>
        <w:spacing w:after="0" w:line="240" w:lineRule="auto"/>
      </w:pPr>
      <w:r>
        <w:separator/>
      </w:r>
    </w:p>
  </w:footnote>
  <w:footnote w:type="continuationSeparator" w:id="0">
    <w:p w:rsidR="008F23B8" w:rsidRDefault="008F23B8" w:rsidP="00605B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3B8" w:rsidRDefault="008F23B8">
    <w:pPr>
      <w:pStyle w:val="Header"/>
      <w:jc w:val="center"/>
    </w:pPr>
    <w:fldSimple w:instr="PAGE   \* MERGEFORMAT">
      <w:r>
        <w:rPr>
          <w:noProof/>
        </w:rPr>
        <w:t>3</w:t>
      </w:r>
    </w:fldSimple>
  </w:p>
  <w:p w:rsidR="008F23B8" w:rsidRDefault="008F23B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2D3D2A"/>
    <w:multiLevelType w:val="hybridMultilevel"/>
    <w:tmpl w:val="72F818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8D134B9"/>
    <w:multiLevelType w:val="hybridMultilevel"/>
    <w:tmpl w:val="13642D1A"/>
    <w:lvl w:ilvl="0" w:tplc="B8DA323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275B"/>
    <w:rsid w:val="00002FC2"/>
    <w:rsid w:val="00006F8E"/>
    <w:rsid w:val="000259EC"/>
    <w:rsid w:val="00030679"/>
    <w:rsid w:val="00030906"/>
    <w:rsid w:val="00031469"/>
    <w:rsid w:val="00032D82"/>
    <w:rsid w:val="000430F8"/>
    <w:rsid w:val="00065C59"/>
    <w:rsid w:val="00090743"/>
    <w:rsid w:val="000A0068"/>
    <w:rsid w:val="000A45FC"/>
    <w:rsid w:val="000A6DFB"/>
    <w:rsid w:val="000C3893"/>
    <w:rsid w:val="000C6123"/>
    <w:rsid w:val="000D20B2"/>
    <w:rsid w:val="000D3069"/>
    <w:rsid w:val="000D4F42"/>
    <w:rsid w:val="000E0720"/>
    <w:rsid w:val="000F55F6"/>
    <w:rsid w:val="000F6C7D"/>
    <w:rsid w:val="00122485"/>
    <w:rsid w:val="00122F55"/>
    <w:rsid w:val="0012538B"/>
    <w:rsid w:val="00130024"/>
    <w:rsid w:val="0013456A"/>
    <w:rsid w:val="001352E8"/>
    <w:rsid w:val="00146AF2"/>
    <w:rsid w:val="00147C95"/>
    <w:rsid w:val="0015293C"/>
    <w:rsid w:val="00171F5F"/>
    <w:rsid w:val="00175A79"/>
    <w:rsid w:val="00193501"/>
    <w:rsid w:val="00196482"/>
    <w:rsid w:val="00196FD3"/>
    <w:rsid w:val="001E47C8"/>
    <w:rsid w:val="001E50D3"/>
    <w:rsid w:val="00222003"/>
    <w:rsid w:val="0022702A"/>
    <w:rsid w:val="002654A9"/>
    <w:rsid w:val="00282279"/>
    <w:rsid w:val="0028417A"/>
    <w:rsid w:val="00286CCE"/>
    <w:rsid w:val="00290299"/>
    <w:rsid w:val="00292E24"/>
    <w:rsid w:val="00295814"/>
    <w:rsid w:val="00295B00"/>
    <w:rsid w:val="002A77E9"/>
    <w:rsid w:val="002B1B7B"/>
    <w:rsid w:val="002B1F56"/>
    <w:rsid w:val="002B2B2A"/>
    <w:rsid w:val="002B5BD6"/>
    <w:rsid w:val="002B7971"/>
    <w:rsid w:val="002C6569"/>
    <w:rsid w:val="002C702E"/>
    <w:rsid w:val="002D3796"/>
    <w:rsid w:val="002E64A2"/>
    <w:rsid w:val="002E7AB3"/>
    <w:rsid w:val="002F7582"/>
    <w:rsid w:val="003160D1"/>
    <w:rsid w:val="00323701"/>
    <w:rsid w:val="00325E0E"/>
    <w:rsid w:val="00331CC4"/>
    <w:rsid w:val="00337F24"/>
    <w:rsid w:val="00350187"/>
    <w:rsid w:val="00353AE9"/>
    <w:rsid w:val="00356091"/>
    <w:rsid w:val="0036376B"/>
    <w:rsid w:val="0036495A"/>
    <w:rsid w:val="00366FBF"/>
    <w:rsid w:val="003700AE"/>
    <w:rsid w:val="003733C6"/>
    <w:rsid w:val="00376FB0"/>
    <w:rsid w:val="00393D5D"/>
    <w:rsid w:val="00395962"/>
    <w:rsid w:val="003A5113"/>
    <w:rsid w:val="003A71C2"/>
    <w:rsid w:val="003B356E"/>
    <w:rsid w:val="003B6052"/>
    <w:rsid w:val="003C1957"/>
    <w:rsid w:val="003D010B"/>
    <w:rsid w:val="003D0C5F"/>
    <w:rsid w:val="003D1BBF"/>
    <w:rsid w:val="003D22E2"/>
    <w:rsid w:val="00407B55"/>
    <w:rsid w:val="0043415E"/>
    <w:rsid w:val="004401C1"/>
    <w:rsid w:val="0044179A"/>
    <w:rsid w:val="00450F30"/>
    <w:rsid w:val="00451764"/>
    <w:rsid w:val="00451968"/>
    <w:rsid w:val="0046028B"/>
    <w:rsid w:val="0046379F"/>
    <w:rsid w:val="0046623F"/>
    <w:rsid w:val="004752BE"/>
    <w:rsid w:val="00481341"/>
    <w:rsid w:val="00482F2A"/>
    <w:rsid w:val="00484B00"/>
    <w:rsid w:val="00490BDC"/>
    <w:rsid w:val="004A1DD4"/>
    <w:rsid w:val="004A2D6C"/>
    <w:rsid w:val="004B3E7E"/>
    <w:rsid w:val="004D2E36"/>
    <w:rsid w:val="004E6BA0"/>
    <w:rsid w:val="004F105B"/>
    <w:rsid w:val="004F3EE4"/>
    <w:rsid w:val="004F755A"/>
    <w:rsid w:val="00500AF4"/>
    <w:rsid w:val="0050297C"/>
    <w:rsid w:val="0050454A"/>
    <w:rsid w:val="00521D5B"/>
    <w:rsid w:val="00526D59"/>
    <w:rsid w:val="00531670"/>
    <w:rsid w:val="00537830"/>
    <w:rsid w:val="0054311D"/>
    <w:rsid w:val="005440F7"/>
    <w:rsid w:val="005459D5"/>
    <w:rsid w:val="00547C86"/>
    <w:rsid w:val="0055033A"/>
    <w:rsid w:val="00561E8C"/>
    <w:rsid w:val="005623E3"/>
    <w:rsid w:val="0056415F"/>
    <w:rsid w:val="00567E15"/>
    <w:rsid w:val="00570DD2"/>
    <w:rsid w:val="005718BC"/>
    <w:rsid w:val="00580EEC"/>
    <w:rsid w:val="005931AF"/>
    <w:rsid w:val="00594533"/>
    <w:rsid w:val="005A523C"/>
    <w:rsid w:val="005C63F9"/>
    <w:rsid w:val="005C73FD"/>
    <w:rsid w:val="005C7F51"/>
    <w:rsid w:val="005D67A7"/>
    <w:rsid w:val="005E1E60"/>
    <w:rsid w:val="005E31C4"/>
    <w:rsid w:val="005E5148"/>
    <w:rsid w:val="005F3CD8"/>
    <w:rsid w:val="00605B49"/>
    <w:rsid w:val="006060F0"/>
    <w:rsid w:val="00616388"/>
    <w:rsid w:val="00616B2B"/>
    <w:rsid w:val="00617FB8"/>
    <w:rsid w:val="0062469A"/>
    <w:rsid w:val="00626B99"/>
    <w:rsid w:val="00634E2E"/>
    <w:rsid w:val="006558D6"/>
    <w:rsid w:val="00655D79"/>
    <w:rsid w:val="00656B46"/>
    <w:rsid w:val="00662658"/>
    <w:rsid w:val="00673240"/>
    <w:rsid w:val="00683B30"/>
    <w:rsid w:val="00691D94"/>
    <w:rsid w:val="006A3A10"/>
    <w:rsid w:val="006B0E1B"/>
    <w:rsid w:val="006B16B5"/>
    <w:rsid w:val="006B2ED9"/>
    <w:rsid w:val="006D3D01"/>
    <w:rsid w:val="006F7E9A"/>
    <w:rsid w:val="00704525"/>
    <w:rsid w:val="00715319"/>
    <w:rsid w:val="00717414"/>
    <w:rsid w:val="0071789E"/>
    <w:rsid w:val="007208ED"/>
    <w:rsid w:val="00733B7D"/>
    <w:rsid w:val="0073483A"/>
    <w:rsid w:val="00746E08"/>
    <w:rsid w:val="00754F04"/>
    <w:rsid w:val="0075735A"/>
    <w:rsid w:val="00764E35"/>
    <w:rsid w:val="00767030"/>
    <w:rsid w:val="0076705C"/>
    <w:rsid w:val="00773A3D"/>
    <w:rsid w:val="00780FFB"/>
    <w:rsid w:val="00785737"/>
    <w:rsid w:val="00793BEE"/>
    <w:rsid w:val="007A3C38"/>
    <w:rsid w:val="007C312B"/>
    <w:rsid w:val="007C5059"/>
    <w:rsid w:val="007C721B"/>
    <w:rsid w:val="007F1BAD"/>
    <w:rsid w:val="00814254"/>
    <w:rsid w:val="00817662"/>
    <w:rsid w:val="00822680"/>
    <w:rsid w:val="008316D2"/>
    <w:rsid w:val="00831A98"/>
    <w:rsid w:val="00831F49"/>
    <w:rsid w:val="00842B5E"/>
    <w:rsid w:val="00855E13"/>
    <w:rsid w:val="00863EE7"/>
    <w:rsid w:val="0086768A"/>
    <w:rsid w:val="008859A9"/>
    <w:rsid w:val="008947B0"/>
    <w:rsid w:val="008A5920"/>
    <w:rsid w:val="008B2B3F"/>
    <w:rsid w:val="008B63E6"/>
    <w:rsid w:val="008D5070"/>
    <w:rsid w:val="008E3402"/>
    <w:rsid w:val="008E42EB"/>
    <w:rsid w:val="008E4991"/>
    <w:rsid w:val="008F23B8"/>
    <w:rsid w:val="00905247"/>
    <w:rsid w:val="00905E80"/>
    <w:rsid w:val="00906E14"/>
    <w:rsid w:val="009166CA"/>
    <w:rsid w:val="009300D1"/>
    <w:rsid w:val="00942A20"/>
    <w:rsid w:val="009449D7"/>
    <w:rsid w:val="009572B7"/>
    <w:rsid w:val="0096247E"/>
    <w:rsid w:val="009735E0"/>
    <w:rsid w:val="009758D6"/>
    <w:rsid w:val="00986EAA"/>
    <w:rsid w:val="009A1FEC"/>
    <w:rsid w:val="009A275B"/>
    <w:rsid w:val="009A30A5"/>
    <w:rsid w:val="009A79F2"/>
    <w:rsid w:val="009B43BE"/>
    <w:rsid w:val="009C137A"/>
    <w:rsid w:val="009E6FBE"/>
    <w:rsid w:val="009F481E"/>
    <w:rsid w:val="00A000D8"/>
    <w:rsid w:val="00A04310"/>
    <w:rsid w:val="00A05144"/>
    <w:rsid w:val="00A06491"/>
    <w:rsid w:val="00A15BAF"/>
    <w:rsid w:val="00A27C42"/>
    <w:rsid w:val="00A407ED"/>
    <w:rsid w:val="00A479F6"/>
    <w:rsid w:val="00A527F9"/>
    <w:rsid w:val="00A528AE"/>
    <w:rsid w:val="00A5463A"/>
    <w:rsid w:val="00A6205A"/>
    <w:rsid w:val="00A66112"/>
    <w:rsid w:val="00A6680B"/>
    <w:rsid w:val="00A73169"/>
    <w:rsid w:val="00A755E1"/>
    <w:rsid w:val="00AC3B69"/>
    <w:rsid w:val="00AD27CD"/>
    <w:rsid w:val="00AD4699"/>
    <w:rsid w:val="00AE250D"/>
    <w:rsid w:val="00AF6415"/>
    <w:rsid w:val="00B05D7E"/>
    <w:rsid w:val="00B1114B"/>
    <w:rsid w:val="00B23708"/>
    <w:rsid w:val="00B30C68"/>
    <w:rsid w:val="00B359BF"/>
    <w:rsid w:val="00B4318B"/>
    <w:rsid w:val="00B5308E"/>
    <w:rsid w:val="00B70EA6"/>
    <w:rsid w:val="00B811BA"/>
    <w:rsid w:val="00B9071C"/>
    <w:rsid w:val="00B95CD9"/>
    <w:rsid w:val="00BA4CEA"/>
    <w:rsid w:val="00BD51CC"/>
    <w:rsid w:val="00BD7821"/>
    <w:rsid w:val="00C06559"/>
    <w:rsid w:val="00C12E0B"/>
    <w:rsid w:val="00C2530D"/>
    <w:rsid w:val="00C27F28"/>
    <w:rsid w:val="00C37C15"/>
    <w:rsid w:val="00C51EAC"/>
    <w:rsid w:val="00C542E4"/>
    <w:rsid w:val="00C57A0A"/>
    <w:rsid w:val="00CA0EC6"/>
    <w:rsid w:val="00CA4537"/>
    <w:rsid w:val="00CC4382"/>
    <w:rsid w:val="00CD3875"/>
    <w:rsid w:val="00CD51D3"/>
    <w:rsid w:val="00CD6A18"/>
    <w:rsid w:val="00CE3698"/>
    <w:rsid w:val="00CF2FDC"/>
    <w:rsid w:val="00CF66B4"/>
    <w:rsid w:val="00CF72EB"/>
    <w:rsid w:val="00D00C4E"/>
    <w:rsid w:val="00D07799"/>
    <w:rsid w:val="00D15F67"/>
    <w:rsid w:val="00D25AF8"/>
    <w:rsid w:val="00D45833"/>
    <w:rsid w:val="00D466D3"/>
    <w:rsid w:val="00D54270"/>
    <w:rsid w:val="00D656A8"/>
    <w:rsid w:val="00D76147"/>
    <w:rsid w:val="00D8572C"/>
    <w:rsid w:val="00D85D22"/>
    <w:rsid w:val="00D912F2"/>
    <w:rsid w:val="00DA053C"/>
    <w:rsid w:val="00DB2B63"/>
    <w:rsid w:val="00DC3791"/>
    <w:rsid w:val="00DC4B4E"/>
    <w:rsid w:val="00DD0F43"/>
    <w:rsid w:val="00DE7A15"/>
    <w:rsid w:val="00DE7AE9"/>
    <w:rsid w:val="00DF5C2C"/>
    <w:rsid w:val="00E313F5"/>
    <w:rsid w:val="00E43796"/>
    <w:rsid w:val="00E520A3"/>
    <w:rsid w:val="00E61B25"/>
    <w:rsid w:val="00E62D5C"/>
    <w:rsid w:val="00E9721A"/>
    <w:rsid w:val="00E97AF0"/>
    <w:rsid w:val="00EA3E58"/>
    <w:rsid w:val="00EB7F56"/>
    <w:rsid w:val="00EC038B"/>
    <w:rsid w:val="00ED0526"/>
    <w:rsid w:val="00ED128B"/>
    <w:rsid w:val="00ED21D2"/>
    <w:rsid w:val="00ED22F8"/>
    <w:rsid w:val="00ED629B"/>
    <w:rsid w:val="00ED65D3"/>
    <w:rsid w:val="00EE1413"/>
    <w:rsid w:val="00EF2A60"/>
    <w:rsid w:val="00F1617C"/>
    <w:rsid w:val="00F2324A"/>
    <w:rsid w:val="00F254EC"/>
    <w:rsid w:val="00F25B54"/>
    <w:rsid w:val="00F363BF"/>
    <w:rsid w:val="00F42D7B"/>
    <w:rsid w:val="00F50496"/>
    <w:rsid w:val="00F52861"/>
    <w:rsid w:val="00F5525E"/>
    <w:rsid w:val="00F65F97"/>
    <w:rsid w:val="00F82AEF"/>
    <w:rsid w:val="00F934D6"/>
    <w:rsid w:val="00FA2FCB"/>
    <w:rsid w:val="00FB2F48"/>
    <w:rsid w:val="00FC5867"/>
    <w:rsid w:val="00FD4299"/>
    <w:rsid w:val="00FD5930"/>
    <w:rsid w:val="00FE2BAC"/>
    <w:rsid w:val="00FF4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F55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616B2B"/>
    <w:pPr>
      <w:keepNext/>
      <w:spacing w:after="0" w:line="240" w:lineRule="auto"/>
      <w:outlineLvl w:val="0"/>
    </w:pPr>
    <w:rPr>
      <w:rFonts w:ascii="Times New Roman" w:hAnsi="Times New Roman"/>
      <w:b/>
      <w:bCs/>
      <w:kern w:val="28"/>
      <w:sz w:val="28"/>
      <w:szCs w:val="24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43415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F254E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F254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F254EC"/>
    <w:pPr>
      <w:spacing w:before="240" w:after="60"/>
      <w:outlineLvl w:val="6"/>
    </w:pPr>
    <w:rPr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F254EC"/>
    <w:pPr>
      <w:spacing w:before="240" w:after="60"/>
      <w:outlineLvl w:val="8"/>
    </w:pPr>
    <w:rPr>
      <w:rFonts w:ascii="Cambria" w:hAnsi="Cambri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16B2B"/>
    <w:rPr>
      <w:rFonts w:ascii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3415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254EC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254E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F254EC"/>
    <w:rPr>
      <w:rFonts w:ascii="Calibri" w:hAnsi="Calibri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254EC"/>
    <w:rPr>
      <w:rFonts w:ascii="Cambria" w:hAnsi="Cambria" w:cs="Times New Roman"/>
      <w:sz w:val="22"/>
      <w:szCs w:val="22"/>
    </w:rPr>
  </w:style>
  <w:style w:type="paragraph" w:styleId="Title">
    <w:name w:val="Title"/>
    <w:basedOn w:val="Normal"/>
    <w:link w:val="TitleChar"/>
    <w:uiPriority w:val="99"/>
    <w:qFormat/>
    <w:locked/>
    <w:rsid w:val="00F254E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F254EC"/>
    <w:rPr>
      <w:rFonts w:ascii="Cambria" w:hAnsi="Cambria" w:cs="Times New Roman"/>
      <w:b/>
      <w:bCs/>
      <w:kern w:val="28"/>
      <w:sz w:val="32"/>
      <w:szCs w:val="32"/>
    </w:rPr>
  </w:style>
  <w:style w:type="table" w:styleId="TableGrid">
    <w:name w:val="Table Grid"/>
    <w:basedOn w:val="TableNormal"/>
    <w:uiPriority w:val="99"/>
    <w:rsid w:val="00616B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05B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05B49"/>
    <w:rPr>
      <w:rFonts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rsid w:val="00605B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05B49"/>
    <w:rPr>
      <w:rFonts w:cs="Times New Roman"/>
      <w:sz w:val="22"/>
      <w:szCs w:val="22"/>
    </w:rPr>
  </w:style>
  <w:style w:type="paragraph" w:styleId="NoSpacing">
    <w:name w:val="No Spacing"/>
    <w:uiPriority w:val="99"/>
    <w:qFormat/>
    <w:rsid w:val="0044179A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B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2B6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6246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1139</TotalTime>
  <Pages>3</Pages>
  <Words>677</Words>
  <Characters>3861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Гавришова</cp:lastModifiedBy>
  <cp:revision>85</cp:revision>
  <cp:lastPrinted>2021-11-17T06:31:00Z</cp:lastPrinted>
  <dcterms:created xsi:type="dcterms:W3CDTF">2014-06-23T04:53:00Z</dcterms:created>
  <dcterms:modified xsi:type="dcterms:W3CDTF">2022-08-25T11:50:00Z</dcterms:modified>
</cp:coreProperties>
</file>