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7C1" w:rsidRPr="00CE43AC" w:rsidRDefault="002317C1" w:rsidP="00811FB5">
      <w:pPr>
        <w:pStyle w:val="Title"/>
        <w:rPr>
          <w:rFonts w:ascii="Times New Roman" w:hAnsi="Times New Roman"/>
          <w:spacing w:val="16"/>
          <w:sz w:val="28"/>
          <w:szCs w:val="28"/>
        </w:rPr>
      </w:pPr>
      <w:bookmarkStart w:id="0" w:name="_Hlk87468485"/>
      <w:r w:rsidRPr="00CE43AC">
        <w:rPr>
          <w:rFonts w:ascii="Times New Roman" w:hAnsi="Times New Roman"/>
          <w:spacing w:val="16"/>
          <w:sz w:val="28"/>
          <w:szCs w:val="28"/>
        </w:rPr>
        <w:t>АДМИНИСТРАЦИЯ СКОБЕЛЕВСКОГО СЕЛЬСКОГО            ПОСЕЛЕНИЯ ГУЛЬКЕВИЧСКОГО РАЙОНА</w:t>
      </w:r>
    </w:p>
    <w:p w:rsidR="002317C1" w:rsidRPr="005851FF" w:rsidRDefault="002317C1" w:rsidP="00811FB5">
      <w:pPr>
        <w:pStyle w:val="Subtitle"/>
        <w:rPr>
          <w:sz w:val="20"/>
          <w:szCs w:val="20"/>
        </w:rPr>
      </w:pPr>
    </w:p>
    <w:p w:rsidR="002317C1" w:rsidRDefault="002317C1" w:rsidP="00811FB5">
      <w:pPr>
        <w:pStyle w:val="a1"/>
        <w:spacing w:before="0" w:after="0"/>
        <w:jc w:val="center"/>
        <w:rPr>
          <w:rFonts w:ascii="Times New Roman" w:hAnsi="Times New Roman" w:cs="Times New Roman"/>
          <w:b/>
          <w:bCs/>
          <w:spacing w:val="16"/>
          <w:sz w:val="32"/>
          <w:szCs w:val="32"/>
        </w:rPr>
      </w:pPr>
      <w:r>
        <w:rPr>
          <w:rFonts w:ascii="Times New Roman" w:hAnsi="Times New Roman" w:cs="Times New Roman"/>
          <w:b/>
          <w:bCs/>
          <w:spacing w:val="16"/>
          <w:sz w:val="32"/>
          <w:szCs w:val="32"/>
        </w:rPr>
        <w:t>ПОСТАНОВЛЕНИЕ</w:t>
      </w:r>
    </w:p>
    <w:p w:rsidR="002317C1" w:rsidRPr="005851FF" w:rsidRDefault="002317C1" w:rsidP="00811FB5">
      <w:pPr>
        <w:jc w:val="center"/>
        <w:rPr>
          <w:b/>
          <w:bCs/>
        </w:rPr>
      </w:pPr>
    </w:p>
    <w:p w:rsidR="002317C1" w:rsidRDefault="002317C1" w:rsidP="00811FB5">
      <w:pPr>
        <w:ind w:hanging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</w:t>
      </w:r>
      <w:r>
        <w:rPr>
          <w:bCs/>
          <w:sz w:val="28"/>
          <w:szCs w:val="28"/>
          <w:u w:val="single"/>
        </w:rPr>
        <w:t>28.10.2021</w:t>
      </w:r>
      <w:r>
        <w:rPr>
          <w:b/>
          <w:bCs/>
          <w:sz w:val="28"/>
          <w:szCs w:val="28"/>
        </w:rPr>
        <w:t xml:space="preserve">                                                     </w:t>
      </w:r>
      <w:r w:rsidRPr="00900547">
        <w:rPr>
          <w:b/>
          <w:bCs/>
          <w:color w:val="FF000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№ </w:t>
      </w:r>
      <w:r>
        <w:rPr>
          <w:bCs/>
          <w:sz w:val="28"/>
          <w:szCs w:val="28"/>
          <w:u w:val="single"/>
        </w:rPr>
        <w:t>63</w:t>
      </w:r>
    </w:p>
    <w:p w:rsidR="002317C1" w:rsidRPr="00BB1389" w:rsidRDefault="002317C1" w:rsidP="00811FB5">
      <w:pPr>
        <w:jc w:val="center"/>
      </w:pPr>
      <w:r>
        <w:t>ст-ца Скобелевская</w:t>
      </w:r>
    </w:p>
    <w:p w:rsidR="002317C1" w:rsidRPr="005851FF" w:rsidRDefault="002317C1" w:rsidP="00BF46A0">
      <w:pPr>
        <w:jc w:val="center"/>
        <w:rPr>
          <w:b/>
        </w:rPr>
      </w:pPr>
    </w:p>
    <w:p w:rsidR="002317C1" w:rsidRPr="005851FF" w:rsidRDefault="002317C1" w:rsidP="00BF46A0">
      <w:pPr>
        <w:jc w:val="center"/>
        <w:rPr>
          <w:b/>
          <w:sz w:val="18"/>
          <w:szCs w:val="18"/>
        </w:rPr>
      </w:pPr>
    </w:p>
    <w:p w:rsidR="002317C1" w:rsidRDefault="002317C1" w:rsidP="00BF46A0">
      <w:pPr>
        <w:jc w:val="center"/>
        <w:rPr>
          <w:b/>
          <w:sz w:val="28"/>
        </w:rPr>
      </w:pPr>
      <w:bookmarkStart w:id="1" w:name="_GoBack"/>
      <w:r w:rsidRPr="00BF46A0">
        <w:rPr>
          <w:b/>
          <w:sz w:val="28"/>
        </w:rPr>
        <w:t xml:space="preserve">Об утверждении перечня муниципальных </w:t>
      </w:r>
    </w:p>
    <w:p w:rsidR="002317C1" w:rsidRDefault="002317C1" w:rsidP="00BF46A0">
      <w:pPr>
        <w:jc w:val="center"/>
        <w:rPr>
          <w:b/>
          <w:sz w:val="28"/>
        </w:rPr>
      </w:pPr>
      <w:r w:rsidRPr="00BF46A0">
        <w:rPr>
          <w:b/>
          <w:sz w:val="28"/>
        </w:rPr>
        <w:t xml:space="preserve">программ Скобелевского сельского </w:t>
      </w:r>
    </w:p>
    <w:p w:rsidR="002317C1" w:rsidRDefault="002317C1" w:rsidP="00BF46A0">
      <w:pPr>
        <w:jc w:val="center"/>
        <w:rPr>
          <w:b/>
          <w:sz w:val="28"/>
        </w:rPr>
      </w:pPr>
      <w:r w:rsidRPr="00BF46A0">
        <w:rPr>
          <w:b/>
          <w:sz w:val="28"/>
        </w:rPr>
        <w:t>поселения</w:t>
      </w:r>
      <w:r>
        <w:rPr>
          <w:b/>
          <w:sz w:val="28"/>
        </w:rPr>
        <w:t xml:space="preserve"> </w:t>
      </w:r>
      <w:r w:rsidRPr="00BF46A0">
        <w:rPr>
          <w:b/>
          <w:sz w:val="28"/>
        </w:rPr>
        <w:t>Гулькевичского района</w:t>
      </w:r>
    </w:p>
    <w:bookmarkEnd w:id="0"/>
    <w:bookmarkEnd w:id="1"/>
    <w:p w:rsidR="002317C1" w:rsidRPr="005851FF" w:rsidRDefault="002317C1" w:rsidP="00BF46A0">
      <w:pPr>
        <w:jc w:val="center"/>
        <w:rPr>
          <w:b/>
          <w:sz w:val="18"/>
          <w:szCs w:val="18"/>
        </w:rPr>
      </w:pPr>
    </w:p>
    <w:p w:rsidR="002317C1" w:rsidRPr="005851FF" w:rsidRDefault="002317C1" w:rsidP="00BF46A0">
      <w:pPr>
        <w:jc w:val="center"/>
        <w:rPr>
          <w:b/>
          <w:sz w:val="18"/>
          <w:szCs w:val="18"/>
        </w:rPr>
      </w:pPr>
    </w:p>
    <w:p w:rsidR="002317C1" w:rsidRPr="00D35C16" w:rsidRDefault="002317C1" w:rsidP="00BF46A0">
      <w:pPr>
        <w:ind w:firstLine="709"/>
        <w:jc w:val="both"/>
        <w:rPr>
          <w:sz w:val="28"/>
          <w:szCs w:val="28"/>
        </w:rPr>
      </w:pPr>
      <w:r w:rsidRPr="00BF46A0">
        <w:rPr>
          <w:bCs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Скобелевского сельского поселения Гулькевичского района от </w:t>
      </w:r>
      <w:r>
        <w:rPr>
          <w:bCs/>
          <w:sz w:val="28"/>
          <w:szCs w:val="28"/>
        </w:rPr>
        <w:t>28</w:t>
      </w:r>
      <w:r w:rsidRPr="00BF46A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окт</w:t>
      </w:r>
      <w:r w:rsidRPr="00BF46A0">
        <w:rPr>
          <w:bCs/>
          <w:sz w:val="28"/>
          <w:szCs w:val="28"/>
        </w:rPr>
        <w:t xml:space="preserve">ября </w:t>
      </w:r>
      <w:smartTag w:uri="urn:schemas-microsoft-com:office:smarttags" w:element="metricconverter">
        <w:smartTagPr>
          <w:attr w:name="ProductID" w:val="2021 г"/>
        </w:smartTagPr>
        <w:r w:rsidRPr="00BF46A0">
          <w:rPr>
            <w:bCs/>
            <w:sz w:val="28"/>
            <w:szCs w:val="28"/>
          </w:rPr>
          <w:t>20</w:t>
        </w:r>
        <w:r>
          <w:rPr>
            <w:bCs/>
            <w:sz w:val="28"/>
            <w:szCs w:val="28"/>
          </w:rPr>
          <w:t>21</w:t>
        </w:r>
        <w:r w:rsidRPr="00BF46A0">
          <w:rPr>
            <w:bCs/>
            <w:sz w:val="28"/>
            <w:szCs w:val="28"/>
          </w:rPr>
          <w:t xml:space="preserve"> г</w:t>
        </w:r>
      </w:smartTag>
      <w:r>
        <w:rPr>
          <w:bCs/>
          <w:sz w:val="28"/>
          <w:szCs w:val="28"/>
        </w:rPr>
        <w:t>.</w:t>
      </w:r>
      <w:r w:rsidRPr="00BF46A0">
        <w:rPr>
          <w:bCs/>
          <w:sz w:val="28"/>
          <w:szCs w:val="28"/>
        </w:rPr>
        <w:t xml:space="preserve"> № </w:t>
      </w:r>
      <w:r w:rsidRPr="000548D7">
        <w:rPr>
          <w:bCs/>
          <w:sz w:val="28"/>
          <w:szCs w:val="28"/>
        </w:rPr>
        <w:t>62</w:t>
      </w:r>
      <w:r w:rsidRPr="00BF46A0">
        <w:rPr>
          <w:bCs/>
          <w:sz w:val="28"/>
          <w:szCs w:val="28"/>
        </w:rPr>
        <w:t xml:space="preserve"> «Об утверждении порядка принятия решения</w:t>
      </w:r>
      <w:r>
        <w:rPr>
          <w:bCs/>
          <w:sz w:val="28"/>
          <w:szCs w:val="28"/>
        </w:rPr>
        <w:t xml:space="preserve"> </w:t>
      </w:r>
      <w:r w:rsidRPr="00BF46A0">
        <w:rPr>
          <w:bCs/>
          <w:sz w:val="28"/>
          <w:szCs w:val="28"/>
        </w:rPr>
        <w:t>о разработке, формирования, реализации и оценки</w:t>
      </w:r>
      <w:r>
        <w:rPr>
          <w:bCs/>
          <w:sz w:val="28"/>
          <w:szCs w:val="28"/>
        </w:rPr>
        <w:t xml:space="preserve"> </w:t>
      </w:r>
      <w:r w:rsidRPr="00BF46A0">
        <w:rPr>
          <w:bCs/>
          <w:sz w:val="28"/>
          <w:szCs w:val="28"/>
        </w:rPr>
        <w:t>эффективности реализации муниципальных</w:t>
      </w:r>
      <w:r>
        <w:rPr>
          <w:bCs/>
          <w:sz w:val="28"/>
          <w:szCs w:val="28"/>
        </w:rPr>
        <w:t xml:space="preserve"> </w:t>
      </w:r>
      <w:r w:rsidRPr="00BF46A0">
        <w:rPr>
          <w:bCs/>
          <w:sz w:val="28"/>
          <w:szCs w:val="28"/>
        </w:rPr>
        <w:t>программ в Скобелевском сельском поселении</w:t>
      </w:r>
      <w:r>
        <w:rPr>
          <w:bCs/>
          <w:sz w:val="28"/>
          <w:szCs w:val="28"/>
        </w:rPr>
        <w:t xml:space="preserve"> </w:t>
      </w:r>
      <w:r w:rsidRPr="00BF46A0">
        <w:rPr>
          <w:bCs/>
          <w:sz w:val="28"/>
          <w:szCs w:val="28"/>
        </w:rPr>
        <w:t>Гулькевичского района</w:t>
      </w:r>
      <w:r w:rsidRPr="00B55092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руководствуясь</w:t>
      </w:r>
      <w:r w:rsidRPr="00B55092">
        <w:rPr>
          <w:bCs/>
          <w:sz w:val="28"/>
          <w:szCs w:val="28"/>
        </w:rPr>
        <w:t xml:space="preserve"> уставом Скобелевского сельского поселения Гулькевичского района</w:t>
      </w:r>
      <w:r w:rsidRPr="00EA30FB">
        <w:rPr>
          <w:bCs/>
          <w:sz w:val="28"/>
          <w:szCs w:val="28"/>
        </w:rPr>
        <w:t xml:space="preserve">, </w:t>
      </w:r>
      <w:r w:rsidRPr="00D35C16">
        <w:rPr>
          <w:spacing w:val="100"/>
          <w:sz w:val="28"/>
          <w:szCs w:val="28"/>
        </w:rPr>
        <w:t>постановляю</w:t>
      </w:r>
      <w:r w:rsidRPr="00D35C16">
        <w:rPr>
          <w:sz w:val="28"/>
          <w:szCs w:val="28"/>
        </w:rPr>
        <w:t>:</w:t>
      </w:r>
    </w:p>
    <w:p w:rsidR="002317C1" w:rsidRDefault="002317C1" w:rsidP="006D36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5C16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CC27E3">
        <w:t xml:space="preserve"> </w:t>
      </w:r>
      <w:r w:rsidRPr="00BF46A0">
        <w:rPr>
          <w:sz w:val="28"/>
          <w:szCs w:val="28"/>
        </w:rPr>
        <w:t>Утвердить переч</w:t>
      </w:r>
      <w:r>
        <w:rPr>
          <w:sz w:val="28"/>
          <w:szCs w:val="28"/>
        </w:rPr>
        <w:t>е</w:t>
      </w:r>
      <w:r w:rsidRPr="00BF46A0">
        <w:rPr>
          <w:sz w:val="28"/>
          <w:szCs w:val="28"/>
        </w:rPr>
        <w:t>нь муниципальных программ Скобелевского сельского поселения Гулькевичского района</w:t>
      </w:r>
      <w:r>
        <w:rPr>
          <w:sz w:val="28"/>
          <w:szCs w:val="28"/>
        </w:rPr>
        <w:t xml:space="preserve"> согласно </w:t>
      </w:r>
      <w:r w:rsidRPr="007910BA">
        <w:rPr>
          <w:sz w:val="28"/>
          <w:szCs w:val="28"/>
        </w:rPr>
        <w:t>приложени</w:t>
      </w:r>
      <w:r>
        <w:rPr>
          <w:sz w:val="28"/>
          <w:szCs w:val="28"/>
        </w:rPr>
        <w:t>ю</w:t>
      </w:r>
      <w:r w:rsidRPr="007910BA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постановлению</w:t>
      </w:r>
      <w:r w:rsidRPr="007910BA">
        <w:rPr>
          <w:sz w:val="28"/>
          <w:szCs w:val="28"/>
        </w:rPr>
        <w:t>.</w:t>
      </w:r>
    </w:p>
    <w:p w:rsidR="002317C1" w:rsidRDefault="002317C1" w:rsidP="00BF46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постановление </w:t>
      </w:r>
      <w:r w:rsidRPr="003F020E">
        <w:rPr>
          <w:sz w:val="28"/>
          <w:szCs w:val="28"/>
        </w:rPr>
        <w:t>администрации Скобелевского сельского поселения Гулькевичского района</w:t>
      </w:r>
      <w:r>
        <w:rPr>
          <w:sz w:val="28"/>
          <w:szCs w:val="28"/>
        </w:rPr>
        <w:t xml:space="preserve"> </w:t>
      </w:r>
      <w:r w:rsidRPr="00B55092">
        <w:rPr>
          <w:sz w:val="28"/>
          <w:szCs w:val="28"/>
        </w:rPr>
        <w:t xml:space="preserve">от 4 сентября </w:t>
      </w:r>
      <w:smartTag w:uri="urn:schemas-microsoft-com:office:smarttags" w:element="metricconverter">
        <w:smartTagPr>
          <w:attr w:name="ProductID" w:val="2014 г"/>
        </w:smartTagPr>
        <w:r w:rsidRPr="00B55092">
          <w:rPr>
            <w:sz w:val="28"/>
            <w:szCs w:val="28"/>
          </w:rPr>
          <w:t>2014 г</w:t>
        </w:r>
      </w:smartTag>
      <w:r w:rsidRPr="00B55092">
        <w:rPr>
          <w:sz w:val="28"/>
          <w:szCs w:val="28"/>
        </w:rPr>
        <w:t>. № 6</w:t>
      </w:r>
      <w:r>
        <w:rPr>
          <w:sz w:val="28"/>
          <w:szCs w:val="28"/>
        </w:rPr>
        <w:t>6</w:t>
      </w:r>
      <w:r w:rsidRPr="00B55092">
        <w:rPr>
          <w:sz w:val="28"/>
          <w:szCs w:val="28"/>
        </w:rPr>
        <w:t xml:space="preserve"> «</w:t>
      </w:r>
      <w:r w:rsidRPr="00BF46A0">
        <w:rPr>
          <w:sz w:val="28"/>
          <w:szCs w:val="28"/>
        </w:rPr>
        <w:t>Об утверждении перечня муниципальных программ</w:t>
      </w:r>
      <w:r>
        <w:rPr>
          <w:sz w:val="28"/>
          <w:szCs w:val="28"/>
        </w:rPr>
        <w:t xml:space="preserve"> </w:t>
      </w:r>
      <w:r w:rsidRPr="00BF46A0">
        <w:rPr>
          <w:sz w:val="28"/>
          <w:szCs w:val="28"/>
        </w:rPr>
        <w:t>Скобелевского сельского поселения</w:t>
      </w:r>
      <w:r>
        <w:rPr>
          <w:sz w:val="28"/>
          <w:szCs w:val="28"/>
        </w:rPr>
        <w:t xml:space="preserve"> </w:t>
      </w:r>
      <w:r w:rsidRPr="00BF46A0"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>».</w:t>
      </w:r>
    </w:p>
    <w:p w:rsidR="002317C1" w:rsidRDefault="002317C1" w:rsidP="00BF46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35C16">
        <w:rPr>
          <w:sz w:val="28"/>
          <w:szCs w:val="28"/>
        </w:rPr>
        <w:t xml:space="preserve">. </w:t>
      </w:r>
      <w:r w:rsidRPr="00B5689E">
        <w:rPr>
          <w:sz w:val="28"/>
          <w:szCs w:val="28"/>
        </w:rPr>
        <w:t>Ведущему специалисту администрации Скобелевского сельского поселения Гулькевичского района С.В. Коноваленко обнародовать настоящее постановление в специально установленных местах для обнародования муниципальных правовых актов органов местного самоуправления Скобелевского сельского поселения Гулькевичского района, определенных распоряжением администрации Скобелевского сельского поселения Гулькевичского района от 6 ноября 2013 года № 34-р «Об утверждении бланка об обнародовании и места для обнародования муниципальных правовых актов органов местного самоуправления Скобелевского сельского поселения Гулькевичского района» и разместить на сайте Скобелевского сельского</w:t>
      </w:r>
      <w:r>
        <w:rPr>
          <w:sz w:val="28"/>
          <w:szCs w:val="28"/>
        </w:rPr>
        <w:t xml:space="preserve"> </w:t>
      </w:r>
      <w:r w:rsidRPr="00B5689E">
        <w:rPr>
          <w:sz w:val="28"/>
          <w:szCs w:val="28"/>
        </w:rPr>
        <w:t>поселения Гулькевичского района в информационно-телекоммуникационной сети «Интернет</w:t>
      </w:r>
      <w:r>
        <w:rPr>
          <w:sz w:val="28"/>
          <w:szCs w:val="28"/>
        </w:rPr>
        <w:t>».</w:t>
      </w:r>
    </w:p>
    <w:p w:rsidR="002317C1" w:rsidRDefault="002317C1" w:rsidP="00BF46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C292A">
        <w:rPr>
          <w:sz w:val="28"/>
          <w:szCs w:val="28"/>
        </w:rPr>
        <w:t>. Контроль за выполнением настоящего</w:t>
      </w:r>
      <w:r w:rsidRPr="00FE70A6">
        <w:rPr>
          <w:sz w:val="28"/>
          <w:szCs w:val="28"/>
        </w:rPr>
        <w:t xml:space="preserve"> постановле</w:t>
      </w:r>
      <w:r>
        <w:rPr>
          <w:sz w:val="28"/>
          <w:szCs w:val="28"/>
        </w:rPr>
        <w:t>ния оставляю за собой.</w:t>
      </w:r>
    </w:p>
    <w:p w:rsidR="002317C1" w:rsidRDefault="002317C1" w:rsidP="005851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E70A6">
        <w:rPr>
          <w:sz w:val="28"/>
          <w:szCs w:val="28"/>
        </w:rPr>
        <w:t xml:space="preserve">. </w:t>
      </w:r>
      <w:r w:rsidRPr="00A647EC">
        <w:rPr>
          <w:sz w:val="28"/>
          <w:szCs w:val="28"/>
        </w:rPr>
        <w:t xml:space="preserve">Постановление вступает в силу </w:t>
      </w:r>
      <w:r>
        <w:rPr>
          <w:sz w:val="28"/>
          <w:szCs w:val="28"/>
        </w:rPr>
        <w:t xml:space="preserve">с 1 января 2022 года, </w:t>
      </w:r>
      <w:r w:rsidRPr="00B5689E">
        <w:rPr>
          <w:sz w:val="28"/>
          <w:szCs w:val="28"/>
        </w:rPr>
        <w:t>но не ранее дня его официального</w:t>
      </w:r>
      <w:r>
        <w:rPr>
          <w:sz w:val="28"/>
          <w:szCs w:val="28"/>
        </w:rPr>
        <w:t xml:space="preserve"> обнародования.</w:t>
      </w:r>
    </w:p>
    <w:p w:rsidR="002317C1" w:rsidRPr="005851FF" w:rsidRDefault="002317C1" w:rsidP="005851F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17C1" w:rsidRDefault="002317C1" w:rsidP="00AC26A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Скобелевского сельского поселения</w:t>
      </w:r>
    </w:p>
    <w:p w:rsidR="002317C1" w:rsidRDefault="002317C1" w:rsidP="00AC26A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Гулькевичского района                                                                        Ю.А. Велькер</w:t>
      </w:r>
    </w:p>
    <w:sectPr w:rsidR="002317C1" w:rsidSect="00F90309">
      <w:headerReference w:type="even" r:id="rId6"/>
      <w:headerReference w:type="default" r:id="rId7"/>
      <w:headerReference w:type="first" r:id="rId8"/>
      <w:pgSz w:w="11906" w:h="16838" w:code="9"/>
      <w:pgMar w:top="425" w:right="567" w:bottom="1134" w:left="1701" w:header="39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7C1" w:rsidRDefault="002317C1">
      <w:r>
        <w:separator/>
      </w:r>
    </w:p>
  </w:endnote>
  <w:endnote w:type="continuationSeparator" w:id="0">
    <w:p w:rsidR="002317C1" w:rsidRDefault="002317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7C1" w:rsidRDefault="002317C1">
      <w:r>
        <w:separator/>
      </w:r>
    </w:p>
  </w:footnote>
  <w:footnote w:type="continuationSeparator" w:id="0">
    <w:p w:rsidR="002317C1" w:rsidRDefault="002317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7C1" w:rsidRDefault="002317C1" w:rsidP="002077B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317C1" w:rsidRDefault="002317C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7C1" w:rsidRDefault="002317C1" w:rsidP="002077B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317C1" w:rsidRDefault="002317C1" w:rsidP="008B770A">
    <w:pPr>
      <w:pStyle w:val="Header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7C1" w:rsidRDefault="002317C1" w:rsidP="00E50233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7196"/>
    <w:rsid w:val="00013AAB"/>
    <w:rsid w:val="00016F33"/>
    <w:rsid w:val="000548D7"/>
    <w:rsid w:val="00095EFD"/>
    <w:rsid w:val="000A4A06"/>
    <w:rsid w:val="000A789A"/>
    <w:rsid w:val="000B60C9"/>
    <w:rsid w:val="000C0789"/>
    <w:rsid w:val="000E40D3"/>
    <w:rsid w:val="000F2FE3"/>
    <w:rsid w:val="00147A4C"/>
    <w:rsid w:val="00172BA0"/>
    <w:rsid w:val="00184CB0"/>
    <w:rsid w:val="001857EC"/>
    <w:rsid w:val="001C645E"/>
    <w:rsid w:val="001C6B6C"/>
    <w:rsid w:val="002077B2"/>
    <w:rsid w:val="002135CC"/>
    <w:rsid w:val="00224101"/>
    <w:rsid w:val="002264AD"/>
    <w:rsid w:val="002317C1"/>
    <w:rsid w:val="00281083"/>
    <w:rsid w:val="00281AA2"/>
    <w:rsid w:val="00293A16"/>
    <w:rsid w:val="002B79CC"/>
    <w:rsid w:val="002C292A"/>
    <w:rsid w:val="002C3B8E"/>
    <w:rsid w:val="00302926"/>
    <w:rsid w:val="00302AD9"/>
    <w:rsid w:val="00305D7B"/>
    <w:rsid w:val="00372760"/>
    <w:rsid w:val="003B0AB2"/>
    <w:rsid w:val="003F020E"/>
    <w:rsid w:val="003F271A"/>
    <w:rsid w:val="003F474E"/>
    <w:rsid w:val="00422D26"/>
    <w:rsid w:val="00462144"/>
    <w:rsid w:val="004657B5"/>
    <w:rsid w:val="00480275"/>
    <w:rsid w:val="004A4079"/>
    <w:rsid w:val="004C1929"/>
    <w:rsid w:val="004C3858"/>
    <w:rsid w:val="004F1C50"/>
    <w:rsid w:val="004F7619"/>
    <w:rsid w:val="0050615A"/>
    <w:rsid w:val="00553052"/>
    <w:rsid w:val="0056090F"/>
    <w:rsid w:val="005776BD"/>
    <w:rsid w:val="005851FF"/>
    <w:rsid w:val="005D7A6A"/>
    <w:rsid w:val="005E4171"/>
    <w:rsid w:val="00612FDC"/>
    <w:rsid w:val="006236E3"/>
    <w:rsid w:val="00647EE0"/>
    <w:rsid w:val="0065100A"/>
    <w:rsid w:val="00667A0F"/>
    <w:rsid w:val="00695112"/>
    <w:rsid w:val="006D365F"/>
    <w:rsid w:val="00713203"/>
    <w:rsid w:val="0074589A"/>
    <w:rsid w:val="0077050B"/>
    <w:rsid w:val="0077321B"/>
    <w:rsid w:val="007910BA"/>
    <w:rsid w:val="007A2AA0"/>
    <w:rsid w:val="007A2BE6"/>
    <w:rsid w:val="007B3007"/>
    <w:rsid w:val="007F19E2"/>
    <w:rsid w:val="00807E7B"/>
    <w:rsid w:val="00810DC5"/>
    <w:rsid w:val="00811D64"/>
    <w:rsid w:val="00811FB5"/>
    <w:rsid w:val="008304D7"/>
    <w:rsid w:val="008B0BD2"/>
    <w:rsid w:val="008B770A"/>
    <w:rsid w:val="008D335E"/>
    <w:rsid w:val="008D365B"/>
    <w:rsid w:val="008F52FB"/>
    <w:rsid w:val="00900547"/>
    <w:rsid w:val="00943E0E"/>
    <w:rsid w:val="009458E7"/>
    <w:rsid w:val="009950D9"/>
    <w:rsid w:val="009E2B17"/>
    <w:rsid w:val="00A113DA"/>
    <w:rsid w:val="00A22289"/>
    <w:rsid w:val="00A37196"/>
    <w:rsid w:val="00A400A7"/>
    <w:rsid w:val="00A501A3"/>
    <w:rsid w:val="00A51EF4"/>
    <w:rsid w:val="00A647EC"/>
    <w:rsid w:val="00AC26A5"/>
    <w:rsid w:val="00AF634A"/>
    <w:rsid w:val="00B00F71"/>
    <w:rsid w:val="00B252CB"/>
    <w:rsid w:val="00B2720F"/>
    <w:rsid w:val="00B41B20"/>
    <w:rsid w:val="00B41F61"/>
    <w:rsid w:val="00B55092"/>
    <w:rsid w:val="00B5689E"/>
    <w:rsid w:val="00B7326C"/>
    <w:rsid w:val="00B734B1"/>
    <w:rsid w:val="00B958F7"/>
    <w:rsid w:val="00BA17DA"/>
    <w:rsid w:val="00BB1389"/>
    <w:rsid w:val="00BD5B7F"/>
    <w:rsid w:val="00BD72D1"/>
    <w:rsid w:val="00BE3B89"/>
    <w:rsid w:val="00BF46A0"/>
    <w:rsid w:val="00C07AE2"/>
    <w:rsid w:val="00C23AC1"/>
    <w:rsid w:val="00C77235"/>
    <w:rsid w:val="00C77725"/>
    <w:rsid w:val="00C93310"/>
    <w:rsid w:val="00CB2CCE"/>
    <w:rsid w:val="00CB32A9"/>
    <w:rsid w:val="00CB390B"/>
    <w:rsid w:val="00CB52B7"/>
    <w:rsid w:val="00CC17C7"/>
    <w:rsid w:val="00CC27E3"/>
    <w:rsid w:val="00CD5893"/>
    <w:rsid w:val="00CE2073"/>
    <w:rsid w:val="00CE43AC"/>
    <w:rsid w:val="00CF4D66"/>
    <w:rsid w:val="00CF782F"/>
    <w:rsid w:val="00D06D89"/>
    <w:rsid w:val="00D35C16"/>
    <w:rsid w:val="00D55963"/>
    <w:rsid w:val="00D64983"/>
    <w:rsid w:val="00D6683B"/>
    <w:rsid w:val="00D7686F"/>
    <w:rsid w:val="00D95D50"/>
    <w:rsid w:val="00DB4B04"/>
    <w:rsid w:val="00DC0901"/>
    <w:rsid w:val="00DF1135"/>
    <w:rsid w:val="00DF48CA"/>
    <w:rsid w:val="00E32D26"/>
    <w:rsid w:val="00E50233"/>
    <w:rsid w:val="00E84E76"/>
    <w:rsid w:val="00E92E29"/>
    <w:rsid w:val="00EA30FB"/>
    <w:rsid w:val="00EA4B45"/>
    <w:rsid w:val="00F35B91"/>
    <w:rsid w:val="00F47B9A"/>
    <w:rsid w:val="00F62139"/>
    <w:rsid w:val="00F768D0"/>
    <w:rsid w:val="00F872E1"/>
    <w:rsid w:val="00F90309"/>
    <w:rsid w:val="00FD18B0"/>
    <w:rsid w:val="00FE2DAA"/>
    <w:rsid w:val="00FE7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A16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93A16"/>
    <w:pPr>
      <w:keepNext/>
      <w:ind w:firstLine="567"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93A16"/>
    <w:pPr>
      <w:keepNext/>
      <w:ind w:firstLine="567"/>
      <w:jc w:val="both"/>
      <w:outlineLvl w:val="1"/>
    </w:pPr>
    <w:rPr>
      <w:b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910BA"/>
    <w:rPr>
      <w:rFonts w:cs="Times New Roman"/>
      <w:b/>
      <w:sz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A789A"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rsid w:val="001C645E"/>
    <w:pPr>
      <w:ind w:firstLine="567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A789A"/>
    <w:rPr>
      <w:rFonts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8B770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A789A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B770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A789A"/>
    <w:rPr>
      <w:rFonts w:cs="Times New Roman"/>
      <w:sz w:val="20"/>
      <w:szCs w:val="20"/>
    </w:rPr>
  </w:style>
  <w:style w:type="paragraph" w:customStyle="1" w:styleId="a">
    <w:name w:val="Стиль"/>
    <w:basedOn w:val="Normal"/>
    <w:uiPriority w:val="99"/>
    <w:rsid w:val="008B770A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BlockText">
    <w:name w:val="Block Text"/>
    <w:basedOn w:val="Normal"/>
    <w:uiPriority w:val="99"/>
    <w:rsid w:val="00E50233"/>
    <w:pPr>
      <w:ind w:left="748" w:right="764" w:hanging="748"/>
    </w:pPr>
    <w:rPr>
      <w:rFonts w:ascii="Tahoma" w:hAnsi="Tahoma" w:cs="Tahom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502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A789A"/>
    <w:rPr>
      <w:rFonts w:cs="Times New Roman"/>
      <w:sz w:val="2"/>
    </w:rPr>
  </w:style>
  <w:style w:type="paragraph" w:customStyle="1" w:styleId="ConsPlusNormal">
    <w:name w:val="ConsPlusNormal"/>
    <w:uiPriority w:val="99"/>
    <w:rsid w:val="00302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4C1929"/>
    <w:rPr>
      <w:rFonts w:cs="Times New Roman"/>
    </w:rPr>
  </w:style>
  <w:style w:type="paragraph" w:customStyle="1" w:styleId="a0">
    <w:name w:val="Таблицы (моноширинный)"/>
    <w:basedOn w:val="Normal"/>
    <w:next w:val="Normal"/>
    <w:uiPriority w:val="99"/>
    <w:rsid w:val="009458E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9458E7"/>
    <w:pPr>
      <w:spacing w:after="160" w:line="240" w:lineRule="exact"/>
    </w:pPr>
  </w:style>
  <w:style w:type="paragraph" w:styleId="BodyText2">
    <w:name w:val="Body Text 2"/>
    <w:basedOn w:val="Normal"/>
    <w:link w:val="BodyText2Char"/>
    <w:uiPriority w:val="99"/>
    <w:rsid w:val="00147A4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A789A"/>
    <w:rPr>
      <w:rFonts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147A4C"/>
    <w:pPr>
      <w:spacing w:after="1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A789A"/>
    <w:rPr>
      <w:rFonts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016F33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811FB5"/>
    <w:pPr>
      <w:suppressAutoHyphens/>
      <w:jc w:val="center"/>
    </w:pPr>
    <w:rPr>
      <w:b/>
      <w:bCs/>
      <w:kern w:val="2"/>
      <w:sz w:val="28"/>
      <w:szCs w:val="24"/>
      <w:lang w:eastAsia="ar-S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11FB5"/>
    <w:rPr>
      <w:rFonts w:cs="Times New Roman"/>
      <w:b/>
      <w:bCs/>
      <w:kern w:val="2"/>
      <w:sz w:val="24"/>
      <w:szCs w:val="24"/>
      <w:lang w:val="ru-RU" w:eastAsia="ar-SA" w:bidi="ar-SA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811FB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811FB5"/>
    <w:rPr>
      <w:rFonts w:ascii="Cambria" w:hAnsi="Cambria" w:cs="Times New Roman"/>
      <w:b/>
      <w:bCs/>
      <w:kern w:val="28"/>
      <w:sz w:val="32"/>
      <w:szCs w:val="32"/>
      <w:lang w:val="ru-RU" w:eastAsia="ru-RU" w:bidi="ar-SA"/>
    </w:rPr>
  </w:style>
  <w:style w:type="paragraph" w:customStyle="1" w:styleId="a1">
    <w:name w:val="Заголовок"/>
    <w:basedOn w:val="Normal"/>
    <w:next w:val="BodyText"/>
    <w:uiPriority w:val="99"/>
    <w:rsid w:val="00811FB5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6;&#1072;&#1089;&#1087;&#1086;&#1088;&#1103;&#1078;&#1077;&#1085;&#1080;&#107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145</TotalTime>
  <Pages>1</Pages>
  <Words>334</Words>
  <Characters>1906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</dc:title>
  <dc:subject/>
  <dc:creator>Осипова</dc:creator>
  <cp:keywords/>
  <dc:description/>
  <cp:lastModifiedBy>Гавришова</cp:lastModifiedBy>
  <cp:revision>20</cp:revision>
  <cp:lastPrinted>2021-11-16T12:19:00Z</cp:lastPrinted>
  <dcterms:created xsi:type="dcterms:W3CDTF">2017-11-16T13:04:00Z</dcterms:created>
  <dcterms:modified xsi:type="dcterms:W3CDTF">2022-08-25T12:53:00Z</dcterms:modified>
</cp:coreProperties>
</file>